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EAFEB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F3A312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67BB4DA" w14:textId="03DDD57F" w:rsidR="00AD5E76" w:rsidRDefault="00AD5E76" w:rsidP="00AD5E76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B570F1">
        <w:rPr>
          <w:rFonts w:ascii="Corbel" w:hAnsi="Corbel"/>
          <w:i/>
          <w:smallCaps/>
          <w:sz w:val="24"/>
          <w:szCs w:val="24"/>
        </w:rPr>
        <w:t>2019-2022</w:t>
      </w:r>
    </w:p>
    <w:p w14:paraId="2E360394" w14:textId="50BFE603" w:rsidR="00AD5E76" w:rsidRPr="00EA4832" w:rsidRDefault="00AD5E76" w:rsidP="005F7AE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</w:t>
      </w:r>
      <w:r w:rsidR="00271A8A">
        <w:rPr>
          <w:rFonts w:ascii="Corbel" w:hAnsi="Corbel"/>
          <w:sz w:val="20"/>
          <w:szCs w:val="20"/>
        </w:rPr>
        <w:t>19</w:t>
      </w:r>
      <w:r>
        <w:rPr>
          <w:rFonts w:ascii="Corbel" w:hAnsi="Corbel"/>
          <w:sz w:val="20"/>
          <w:szCs w:val="20"/>
        </w:rPr>
        <w:t>/202</w:t>
      </w:r>
      <w:r w:rsidR="00271A8A">
        <w:rPr>
          <w:rFonts w:ascii="Corbel" w:hAnsi="Corbel"/>
          <w:sz w:val="20"/>
          <w:szCs w:val="20"/>
        </w:rPr>
        <w:t>0</w:t>
      </w:r>
    </w:p>
    <w:p w14:paraId="693403C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81E04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0247A24" w14:textId="77777777" w:rsidTr="55B31B27">
        <w:tc>
          <w:tcPr>
            <w:tcW w:w="2694" w:type="dxa"/>
            <w:vAlign w:val="center"/>
          </w:tcPr>
          <w:p w14:paraId="1085EEB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23C409" w14:textId="77777777" w:rsidR="0085747A" w:rsidRPr="00860B20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B20">
              <w:rPr>
                <w:rFonts w:ascii="Corbel" w:hAnsi="Corbel"/>
                <w:b w:val="0"/>
                <w:sz w:val="24"/>
                <w:szCs w:val="24"/>
              </w:rPr>
              <w:t>Matematyka</w:t>
            </w:r>
          </w:p>
        </w:tc>
      </w:tr>
      <w:tr w:rsidR="0085747A" w:rsidRPr="009C54AE" w14:paraId="27831C8B" w14:textId="77777777" w:rsidTr="55B31B27">
        <w:tc>
          <w:tcPr>
            <w:tcW w:w="2694" w:type="dxa"/>
            <w:vAlign w:val="center"/>
          </w:tcPr>
          <w:p w14:paraId="726E8E1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64D1DF6" w14:textId="77777777" w:rsidR="0085747A" w:rsidRPr="00860B20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B20">
              <w:rPr>
                <w:rFonts w:ascii="Corbel" w:eastAsia="Times New Roman" w:hAnsi="Corbel"/>
                <w:b w:val="0"/>
                <w:sz w:val="24"/>
                <w:szCs w:val="24"/>
                <w:lang w:eastAsia="pl-PL"/>
              </w:rPr>
              <w:t>E/I/A.3 </w:t>
            </w:r>
          </w:p>
        </w:tc>
      </w:tr>
      <w:tr w:rsidR="0085747A" w:rsidRPr="009C54AE" w14:paraId="6BB0C431" w14:textId="77777777" w:rsidTr="55B31B27">
        <w:tc>
          <w:tcPr>
            <w:tcW w:w="2694" w:type="dxa"/>
            <w:vAlign w:val="center"/>
          </w:tcPr>
          <w:p w14:paraId="6BEAC07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7E7338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C0F642D" w14:textId="77777777" w:rsidTr="55B31B27">
        <w:tc>
          <w:tcPr>
            <w:tcW w:w="2694" w:type="dxa"/>
            <w:vAlign w:val="center"/>
          </w:tcPr>
          <w:p w14:paraId="776379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E2D547F" w14:textId="6A90D4AE" w:rsidR="0085747A" w:rsidRPr="009C54AE" w:rsidRDefault="005277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7011C45B" w14:textId="77777777" w:rsidTr="55B31B27">
        <w:tc>
          <w:tcPr>
            <w:tcW w:w="2694" w:type="dxa"/>
            <w:vAlign w:val="center"/>
          </w:tcPr>
          <w:p w14:paraId="2582FC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2142F0" w14:textId="77777777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263A8A2" w14:textId="77777777" w:rsidTr="55B31B27">
        <w:tc>
          <w:tcPr>
            <w:tcW w:w="2694" w:type="dxa"/>
            <w:vAlign w:val="center"/>
          </w:tcPr>
          <w:p w14:paraId="74A6C8B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6F502D" w14:textId="4F092380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F2B1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0DEE5D4" w14:textId="77777777" w:rsidTr="55B31B27">
        <w:tc>
          <w:tcPr>
            <w:tcW w:w="2694" w:type="dxa"/>
            <w:vAlign w:val="center"/>
          </w:tcPr>
          <w:p w14:paraId="74494A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B585E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6EE4610" w14:textId="77777777" w:rsidTr="55B31B27">
        <w:tc>
          <w:tcPr>
            <w:tcW w:w="2694" w:type="dxa"/>
            <w:vAlign w:val="center"/>
          </w:tcPr>
          <w:p w14:paraId="6223D9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6DE4C6" w14:textId="77777777" w:rsidR="0085747A" w:rsidRPr="009C54AE" w:rsidRDefault="00D206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4EF7F20" w14:textId="77777777" w:rsidTr="55B31B27">
        <w:tc>
          <w:tcPr>
            <w:tcW w:w="2694" w:type="dxa"/>
            <w:vAlign w:val="center"/>
          </w:tcPr>
          <w:p w14:paraId="0E02AE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E3B04F" w14:textId="77777777" w:rsidR="0085747A" w:rsidRPr="009C54AE" w:rsidRDefault="00BB4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/ 1 ,</w:t>
            </w:r>
            <w:r w:rsidR="003827C6">
              <w:rPr>
                <w:rFonts w:ascii="Corbel" w:hAnsi="Corbel"/>
                <w:b w:val="0"/>
                <w:sz w:val="24"/>
                <w:szCs w:val="24"/>
              </w:rPr>
              <w:t xml:space="preserve"> 2</w:t>
            </w:r>
          </w:p>
        </w:tc>
      </w:tr>
      <w:tr w:rsidR="0085747A" w:rsidRPr="009C54AE" w14:paraId="7F1173DC" w14:textId="77777777" w:rsidTr="55B31B27">
        <w:tc>
          <w:tcPr>
            <w:tcW w:w="2694" w:type="dxa"/>
            <w:vAlign w:val="center"/>
          </w:tcPr>
          <w:p w14:paraId="42EC99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9C8FFFE" w14:textId="77777777" w:rsidR="0085747A" w:rsidRPr="009C54AE" w:rsidRDefault="0017512A" w:rsidP="00B21E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5B37F0B4" w14:textId="77777777" w:rsidTr="55B31B27">
        <w:tc>
          <w:tcPr>
            <w:tcW w:w="2694" w:type="dxa"/>
            <w:vAlign w:val="center"/>
          </w:tcPr>
          <w:p w14:paraId="5B96AEC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BC5C91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3924365" w14:textId="77777777" w:rsidTr="55B31B27">
        <w:tc>
          <w:tcPr>
            <w:tcW w:w="2694" w:type="dxa"/>
            <w:vAlign w:val="center"/>
          </w:tcPr>
          <w:p w14:paraId="0C1A14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A12195" w14:textId="77777777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Paweł Szura</w:t>
            </w:r>
          </w:p>
        </w:tc>
      </w:tr>
      <w:tr w:rsidR="0085747A" w:rsidRPr="009C54AE" w14:paraId="172FF48C" w14:textId="77777777" w:rsidTr="55B31B27">
        <w:tc>
          <w:tcPr>
            <w:tcW w:w="2694" w:type="dxa"/>
            <w:vAlign w:val="center"/>
          </w:tcPr>
          <w:p w14:paraId="5D3053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0439F3" w14:textId="232D5BEC" w:rsidR="0085747A" w:rsidRPr="009C54AE" w:rsidRDefault="00B21E34" w:rsidP="55B31B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5B31B27">
              <w:rPr>
                <w:rFonts w:ascii="Corbel" w:hAnsi="Corbel"/>
                <w:b w:val="0"/>
                <w:sz w:val="24"/>
                <w:szCs w:val="24"/>
              </w:rPr>
              <w:t xml:space="preserve">dr Renata Jurasińska, dr </w:t>
            </w:r>
            <w:r w:rsidR="10A45B2D" w:rsidRPr="55B31B27">
              <w:rPr>
                <w:rFonts w:ascii="Corbel" w:hAnsi="Corbel"/>
                <w:b w:val="0"/>
                <w:sz w:val="24"/>
                <w:szCs w:val="24"/>
              </w:rPr>
              <w:t>Maria Sarama</w:t>
            </w:r>
            <w:r w:rsidRPr="55B31B27">
              <w:rPr>
                <w:rFonts w:ascii="Corbel" w:hAnsi="Corbel"/>
                <w:b w:val="0"/>
                <w:sz w:val="24"/>
                <w:szCs w:val="24"/>
              </w:rPr>
              <w:t>, dr inż. Paweł Szura</w:t>
            </w:r>
          </w:p>
        </w:tc>
      </w:tr>
    </w:tbl>
    <w:p w14:paraId="25C56D76" w14:textId="4984111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60B2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7476CD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A2670A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86FACF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AC7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A8EF2C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3AA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2FE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F0F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BBC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86E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A2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FBC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4FD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258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BC4364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8DC4" w14:textId="77777777" w:rsidR="00015B8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D677B" w14:textId="77777777" w:rsidR="00015B8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793E8" w14:textId="77777777" w:rsidR="00015B8F" w:rsidRPr="009C54AE" w:rsidRDefault="008619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1E3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1E1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A37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5C3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545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BA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9000F" w14:textId="77777777" w:rsidR="00015B8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14:paraId="338506D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6B81" w14:textId="77777777" w:rsidR="0030395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01DAA" w14:textId="77777777" w:rsidR="0030395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C884" w14:textId="77777777" w:rsidR="0030395F" w:rsidRPr="009C54AE" w:rsidRDefault="008619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F4DE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CDB4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61C4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67FB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E7FB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6B9C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27591" w14:textId="77777777" w:rsidR="0030395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163D3F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C7D2F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F45F70" w14:textId="77777777" w:rsidR="0085747A" w:rsidRPr="009C54AE" w:rsidRDefault="11111AC5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404D2793">
        <w:rPr>
          <w:rFonts w:ascii="Corbel" w:hAnsi="Corbel"/>
          <w:smallCaps w:val="0"/>
        </w:rPr>
        <w:t>1.</w:t>
      </w:r>
      <w:r w:rsidR="5C818534" w:rsidRPr="404D2793">
        <w:rPr>
          <w:rFonts w:ascii="Corbel" w:hAnsi="Corbel"/>
          <w:smallCaps w:val="0"/>
        </w:rPr>
        <w:t>2</w:t>
      </w:r>
      <w:r w:rsidR="5B5F821C" w:rsidRPr="404D2793">
        <w:rPr>
          <w:rFonts w:ascii="Corbel" w:hAnsi="Corbel"/>
          <w:smallCaps w:val="0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404D2793">
        <w:rPr>
          <w:rFonts w:ascii="Corbel" w:hAnsi="Corbel"/>
          <w:smallCaps w:val="0"/>
        </w:rPr>
        <w:t xml:space="preserve">Sposób realizacji zajęć  </w:t>
      </w:r>
    </w:p>
    <w:p w14:paraId="2D60F4E6" w14:textId="21686C23" w:rsidR="005F7AE2" w:rsidRPr="005F7AE2" w:rsidRDefault="005F7AE2" w:rsidP="25145FAA">
      <w:pPr>
        <w:pStyle w:val="paragraph"/>
        <w:spacing w:before="0" w:beforeAutospacing="0" w:after="0" w:afterAutospacing="0"/>
        <w:ind w:left="426"/>
        <w:rPr>
          <w:rStyle w:val="eop"/>
        </w:rPr>
      </w:pPr>
      <w:bookmarkStart w:id="0" w:name="_Hlk58255844"/>
      <w:r w:rsidRPr="25145FAA">
        <w:rPr>
          <w:rStyle w:val="normaltextrun"/>
          <w:rFonts w:ascii="Wingdings" w:eastAsia="Wingdings" w:hAnsi="Wingdings" w:cs="Wingdings"/>
        </w:rPr>
        <w:t>þ</w:t>
      </w:r>
      <w:r w:rsidRPr="25145FAA">
        <w:rPr>
          <w:rStyle w:val="normaltextrun"/>
          <w:rFonts w:ascii="Corbel" w:hAnsi="Corbel" w:cs="Segoe UI"/>
        </w:rPr>
        <w:t> </w:t>
      </w:r>
      <w:r w:rsidRPr="25145FAA">
        <w:rPr>
          <w:rFonts w:ascii="Corbel" w:hAnsi="Corbel"/>
        </w:rPr>
        <w:t>zajęcia w formie tradycyjnej</w:t>
      </w:r>
      <w:bookmarkEnd w:id="0"/>
    </w:p>
    <w:p w14:paraId="548271C6" w14:textId="1D9F4574" w:rsidR="005F7AE2" w:rsidRPr="005F7AE2" w:rsidRDefault="005F7AE2" w:rsidP="25145FAA">
      <w:pPr>
        <w:pStyle w:val="paragraph"/>
        <w:spacing w:before="0" w:beforeAutospacing="0" w:after="0" w:afterAutospacing="0"/>
        <w:ind w:left="426"/>
        <w:rPr>
          <w:rStyle w:val="eop"/>
        </w:rPr>
      </w:pPr>
      <w:r w:rsidRPr="25145FAA">
        <w:rPr>
          <w:rStyle w:val="normaltextrun"/>
          <w:rFonts w:ascii="Segoe UI Symbol" w:eastAsia="MS Gothic" w:hAnsi="Segoe UI Symbol" w:cs="Segoe UI Symbol"/>
        </w:rPr>
        <w:t>☐</w:t>
      </w:r>
      <w:r w:rsidRPr="25145FAA">
        <w:rPr>
          <w:rStyle w:val="normaltextrun"/>
          <w:rFonts w:ascii="Corbel" w:hAnsi="Corbel" w:cs="Segoe UI"/>
        </w:rPr>
        <w:t> zajęcia realizowane z wykorzystaniem metod i technik kształcenia na odległość</w:t>
      </w:r>
      <w:r w:rsidRPr="25145FAA">
        <w:rPr>
          <w:rStyle w:val="eop"/>
          <w:rFonts w:ascii="Corbel" w:hAnsi="Corbel" w:cs="Segoe UI"/>
        </w:rPr>
        <w:t> </w:t>
      </w:r>
    </w:p>
    <w:p w14:paraId="76FE4402" w14:textId="2B539E62" w:rsidR="0085747A" w:rsidRPr="009C54AE" w:rsidRDefault="0085747A" w:rsidP="005F7AE2">
      <w:pPr>
        <w:pStyle w:val="Punktygwne"/>
        <w:spacing w:before="0" w:after="0"/>
        <w:ind w:left="708"/>
        <w:rPr>
          <w:rFonts w:ascii="Corbel" w:hAnsi="Corbel"/>
          <w:smallCaps w:val="0"/>
          <w:szCs w:val="24"/>
        </w:rPr>
      </w:pPr>
    </w:p>
    <w:p w14:paraId="1384080D" w14:textId="2F932BEC" w:rsidR="00E22FBC" w:rsidRDefault="00E22FBC" w:rsidP="17DDC7A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17DDC7A4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17DDC7A4">
        <w:rPr>
          <w:rFonts w:ascii="Corbel" w:hAnsi="Corbel"/>
          <w:smallCaps w:val="0"/>
        </w:rPr>
        <w:t>For</w:t>
      </w:r>
      <w:r w:rsidR="00445970" w:rsidRPr="17DDC7A4">
        <w:rPr>
          <w:rFonts w:ascii="Corbel" w:hAnsi="Corbel"/>
          <w:smallCaps w:val="0"/>
        </w:rPr>
        <w:t xml:space="preserve">ma zaliczenia </w:t>
      </w:r>
      <w:r w:rsidR="14313D19" w:rsidRPr="17DDC7A4">
        <w:rPr>
          <w:rFonts w:ascii="Corbel" w:hAnsi="Corbel"/>
          <w:smallCaps w:val="0"/>
        </w:rPr>
        <w:t>przedmiotu (</w:t>
      </w:r>
      <w:r w:rsidRPr="17DDC7A4">
        <w:rPr>
          <w:rFonts w:ascii="Corbel" w:hAnsi="Corbel"/>
          <w:smallCaps w:val="0"/>
        </w:rPr>
        <w:t xml:space="preserve">z toku) </w:t>
      </w:r>
      <w:r w:rsidRPr="17DDC7A4">
        <w:rPr>
          <w:rFonts w:ascii="Corbel" w:hAnsi="Corbel"/>
          <w:b w:val="0"/>
          <w:smallCaps w:val="0"/>
        </w:rPr>
        <w:t>(egzamin, zaliczenie z oceną, zaliczenie bez oceny)</w:t>
      </w:r>
    </w:p>
    <w:p w14:paraId="4B359B63" w14:textId="77777777" w:rsidR="00CA3699" w:rsidRPr="009C54AE" w:rsidRDefault="00CA369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6296F570" w14:textId="3C296107" w:rsidR="009C54AE" w:rsidRPr="00ED7800" w:rsidRDefault="67149FBD" w:rsidP="7FA1343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FA13433">
        <w:rPr>
          <w:rFonts w:ascii="Corbel" w:hAnsi="Corbel"/>
          <w:b w:val="0"/>
          <w:smallCaps w:val="0"/>
        </w:rPr>
        <w:t>ć</w:t>
      </w:r>
      <w:r w:rsidR="00ED7800" w:rsidRPr="7FA13433">
        <w:rPr>
          <w:rFonts w:ascii="Corbel" w:hAnsi="Corbel"/>
          <w:b w:val="0"/>
          <w:smallCaps w:val="0"/>
        </w:rPr>
        <w:t>wiczenia</w:t>
      </w:r>
      <w:r w:rsidR="024C5214" w:rsidRPr="7FA13433">
        <w:rPr>
          <w:rFonts w:ascii="Corbel" w:hAnsi="Corbel"/>
          <w:b w:val="0"/>
          <w:smallCaps w:val="0"/>
        </w:rPr>
        <w:t xml:space="preserve"> </w:t>
      </w:r>
      <w:r w:rsidR="16C93615" w:rsidRPr="7FA13433">
        <w:rPr>
          <w:rFonts w:ascii="Corbel" w:hAnsi="Corbel"/>
          <w:b w:val="0"/>
          <w:smallCaps w:val="0"/>
        </w:rPr>
        <w:t>/</w:t>
      </w:r>
      <w:r w:rsidR="557E7DE9" w:rsidRPr="7FA13433">
        <w:rPr>
          <w:rFonts w:ascii="Corbel" w:hAnsi="Corbel"/>
          <w:b w:val="0"/>
          <w:smallCaps w:val="0"/>
        </w:rPr>
        <w:t xml:space="preserve"> </w:t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7FA13433">
        <w:rPr>
          <w:rFonts w:ascii="Corbel" w:hAnsi="Corbel"/>
          <w:b w:val="0"/>
          <w:smallCaps w:val="0"/>
        </w:rPr>
        <w:t>wykład</w:t>
      </w:r>
    </w:p>
    <w:p w14:paraId="5452A6AC" w14:textId="2AD52CBA" w:rsidR="00CA3699" w:rsidRPr="00ED7800" w:rsidRDefault="6C5FEF76" w:rsidP="7FA1343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FA13433">
        <w:rPr>
          <w:rFonts w:ascii="Corbel" w:hAnsi="Corbel"/>
          <w:b w:val="0"/>
          <w:smallCaps w:val="0"/>
        </w:rPr>
        <w:t>semestr 1: zaliczenie</w:t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7FA13433">
        <w:rPr>
          <w:rFonts w:ascii="Corbel" w:hAnsi="Corbel"/>
          <w:b w:val="0"/>
          <w:smallCaps w:val="0"/>
        </w:rPr>
        <w:t xml:space="preserve"> z </w:t>
      </w:r>
      <w:r w:rsidR="306E620E" w:rsidRPr="7FA13433">
        <w:rPr>
          <w:rFonts w:ascii="Corbel" w:hAnsi="Corbel"/>
          <w:b w:val="0"/>
          <w:smallCaps w:val="0"/>
        </w:rPr>
        <w:t>oceną</w:t>
      </w:r>
      <w:r w:rsidR="70620A8F" w:rsidRPr="7FA13433">
        <w:rPr>
          <w:rFonts w:ascii="Corbel" w:hAnsi="Corbel"/>
          <w:b w:val="0"/>
          <w:smallCaps w:val="0"/>
        </w:rPr>
        <w:t xml:space="preserve"> </w:t>
      </w:r>
      <w:r w:rsidR="539765BF" w:rsidRPr="7FA13433">
        <w:rPr>
          <w:rFonts w:ascii="Corbel" w:hAnsi="Corbel"/>
          <w:b w:val="0"/>
          <w:smallCaps w:val="0"/>
        </w:rPr>
        <w:t>/</w:t>
      </w:r>
      <w:r w:rsidR="74AD5E4A" w:rsidRPr="7FA13433">
        <w:rPr>
          <w:rFonts w:ascii="Corbel" w:hAnsi="Corbel"/>
          <w:b w:val="0"/>
          <w:smallCaps w:val="0"/>
        </w:rPr>
        <w:t xml:space="preserve"> </w:t>
      </w:r>
      <w:r w:rsidR="306E620E" w:rsidRPr="7FA13433">
        <w:rPr>
          <w:rFonts w:ascii="Corbel" w:hAnsi="Corbel"/>
          <w:b w:val="0"/>
          <w:smallCaps w:val="0"/>
        </w:rPr>
        <w:t>zaliczenie</w:t>
      </w:r>
      <w:r w:rsidR="7F3EAFE2" w:rsidRPr="7FA13433">
        <w:rPr>
          <w:rFonts w:ascii="Corbel" w:hAnsi="Corbel"/>
          <w:b w:val="0"/>
          <w:smallCaps w:val="0"/>
        </w:rPr>
        <w:t xml:space="preserve"> </w:t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7FA13433">
        <w:rPr>
          <w:rFonts w:ascii="Corbel" w:hAnsi="Corbel"/>
          <w:b w:val="0"/>
          <w:smallCaps w:val="0"/>
        </w:rPr>
        <w:t>bez oceny</w:t>
      </w:r>
    </w:p>
    <w:p w14:paraId="01D0FE4A" w14:textId="1EC9B989" w:rsidR="00E960BB" w:rsidRPr="00ED7800" w:rsidRDefault="359FC82C" w:rsidP="7FA1343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FA13433">
        <w:rPr>
          <w:rFonts w:ascii="Corbel" w:hAnsi="Corbel"/>
          <w:b w:val="0"/>
          <w:smallCaps w:val="0"/>
        </w:rPr>
        <w:t>semestr 2: zaliczenie</w:t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7FA13433">
        <w:rPr>
          <w:rFonts w:ascii="Corbel" w:hAnsi="Corbel"/>
          <w:b w:val="0"/>
          <w:smallCaps w:val="0"/>
        </w:rPr>
        <w:t xml:space="preserve"> z </w:t>
      </w:r>
      <w:r w:rsidR="5C63E705" w:rsidRPr="7FA13433">
        <w:rPr>
          <w:rFonts w:ascii="Corbel" w:hAnsi="Corbel"/>
          <w:b w:val="0"/>
          <w:smallCaps w:val="0"/>
        </w:rPr>
        <w:t>oceną</w:t>
      </w:r>
      <w:r w:rsidR="6D80AE32" w:rsidRPr="7FA13433">
        <w:rPr>
          <w:rFonts w:ascii="Corbel" w:hAnsi="Corbel"/>
          <w:b w:val="0"/>
          <w:smallCaps w:val="0"/>
        </w:rPr>
        <w:t xml:space="preserve"> </w:t>
      </w:r>
      <w:r w:rsidR="1FEDBD40" w:rsidRPr="7FA13433">
        <w:rPr>
          <w:rFonts w:ascii="Corbel" w:hAnsi="Corbel"/>
          <w:b w:val="0"/>
          <w:smallCaps w:val="0"/>
        </w:rPr>
        <w:t>/</w:t>
      </w:r>
      <w:r w:rsidR="747D05DF" w:rsidRPr="7FA13433">
        <w:rPr>
          <w:rFonts w:ascii="Corbel" w:hAnsi="Corbel"/>
          <w:b w:val="0"/>
          <w:smallCaps w:val="0"/>
        </w:rPr>
        <w:t xml:space="preserve"> </w:t>
      </w:r>
      <w:r w:rsidR="5C63E705" w:rsidRPr="7FA13433">
        <w:rPr>
          <w:rFonts w:ascii="Corbel" w:hAnsi="Corbel"/>
          <w:b w:val="0"/>
          <w:smallCaps w:val="0"/>
        </w:rPr>
        <w:t>egzamin</w:t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</w:p>
    <w:p w14:paraId="49B7FC47" w14:textId="77777777" w:rsidR="00CA3699" w:rsidRDefault="00CA369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5A8D6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C4CDA6" w14:textId="77777777" w:rsidTr="00745302">
        <w:tc>
          <w:tcPr>
            <w:tcW w:w="9670" w:type="dxa"/>
          </w:tcPr>
          <w:p w14:paraId="05BE335B" w14:textId="5A9B1A2B" w:rsidR="0085747A" w:rsidRPr="009C54AE" w:rsidRDefault="00ED7800" w:rsidP="00ED780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CA36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najomość zagadnień realizowanych w szkole średniej z przedmiotu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A36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matematyka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37DBF1C5" w14:textId="653CE5BA" w:rsidR="0085747A" w:rsidRPr="00C05F44" w:rsidRDefault="0071620A" w:rsidP="17DDC7A4">
      <w:pPr>
        <w:pStyle w:val="Punktygwne"/>
        <w:spacing w:before="0" w:after="0"/>
        <w:rPr>
          <w:rFonts w:ascii="Corbel" w:hAnsi="Corbel"/>
        </w:rPr>
      </w:pPr>
      <w:r w:rsidRPr="17DDC7A4">
        <w:rPr>
          <w:rFonts w:ascii="Corbel" w:hAnsi="Corbel"/>
        </w:rPr>
        <w:lastRenderedPageBreak/>
        <w:t>3.</w:t>
      </w:r>
      <w:r w:rsidR="00A84C85" w:rsidRPr="17DDC7A4">
        <w:rPr>
          <w:rFonts w:ascii="Corbel" w:hAnsi="Corbel"/>
        </w:rPr>
        <w:t xml:space="preserve">cele, efekty uczenia </w:t>
      </w:r>
      <w:r w:rsidR="763618A7" w:rsidRPr="17DDC7A4">
        <w:rPr>
          <w:rFonts w:ascii="Corbel" w:hAnsi="Corbel"/>
        </w:rPr>
        <w:t>się,</w:t>
      </w:r>
      <w:r w:rsidR="0085747A" w:rsidRPr="17DDC7A4">
        <w:rPr>
          <w:rFonts w:ascii="Corbel" w:hAnsi="Corbel"/>
        </w:rPr>
        <w:t xml:space="preserve"> treści Programowe i stosowane metody Dydaktyczne</w:t>
      </w:r>
    </w:p>
    <w:p w14:paraId="0BD6EC0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29C41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54E11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55A1E2C1" w14:textId="77777777" w:rsidTr="00923D7D">
        <w:tc>
          <w:tcPr>
            <w:tcW w:w="851" w:type="dxa"/>
            <w:vAlign w:val="center"/>
          </w:tcPr>
          <w:p w14:paraId="234B889F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3C4F2C3" w14:textId="06E2ABA3" w:rsidR="0085747A" w:rsidRPr="009C54AE" w:rsidRDefault="00860B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A3699">
              <w:rPr>
                <w:rFonts w:ascii="Corbel" w:hAnsi="Corbel"/>
                <w:b w:val="0"/>
                <w:sz w:val="24"/>
                <w:szCs w:val="24"/>
              </w:rPr>
              <w:t>Kreowanie umiejętności formułowania i rozwiązywania problemów ekonomicznych w języku matematyki</w:t>
            </w:r>
          </w:p>
        </w:tc>
      </w:tr>
      <w:tr w:rsidR="0085747A" w:rsidRPr="009C54AE" w14:paraId="0604B4D8" w14:textId="77777777" w:rsidTr="00923D7D">
        <w:tc>
          <w:tcPr>
            <w:tcW w:w="851" w:type="dxa"/>
            <w:vAlign w:val="center"/>
          </w:tcPr>
          <w:p w14:paraId="3E84DDA1" w14:textId="77777777" w:rsidR="0085747A" w:rsidRPr="009C54AE" w:rsidRDefault="00CA36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A374953" w14:textId="4F59FAB8" w:rsidR="0085747A" w:rsidRPr="009C54AE" w:rsidRDefault="00860B20" w:rsidP="00CA369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A3699">
              <w:rPr>
                <w:rFonts w:ascii="Corbel" w:hAnsi="Corbel"/>
                <w:b w:val="0"/>
                <w:sz w:val="24"/>
                <w:szCs w:val="24"/>
              </w:rPr>
              <w:t>Kształtowanie umiejętności doboru narzędzi matematycznych do analizy modeli ekonomicznych</w:t>
            </w:r>
          </w:p>
        </w:tc>
      </w:tr>
      <w:tr w:rsidR="0085747A" w:rsidRPr="009C54AE" w14:paraId="3A4C5FCC" w14:textId="77777777" w:rsidTr="00923D7D">
        <w:tc>
          <w:tcPr>
            <w:tcW w:w="851" w:type="dxa"/>
            <w:vAlign w:val="center"/>
          </w:tcPr>
          <w:p w14:paraId="7D9A8514" w14:textId="77777777" w:rsidR="0085747A" w:rsidRPr="009C54AE" w:rsidRDefault="00CA3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BF03C77" w14:textId="3CA4F3C3" w:rsidR="0085747A" w:rsidRPr="009C54AE" w:rsidRDefault="00860B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A3699">
              <w:rPr>
                <w:rFonts w:ascii="Corbel" w:hAnsi="Corbel"/>
                <w:b w:val="0"/>
                <w:sz w:val="24"/>
                <w:szCs w:val="24"/>
              </w:rPr>
              <w:t>Kształtowanie umiejętności precyzyjnego formułowania rozwiązań</w:t>
            </w:r>
          </w:p>
        </w:tc>
      </w:tr>
      <w:tr w:rsidR="00CA3699" w:rsidRPr="009C54AE" w14:paraId="5125A925" w14:textId="77777777" w:rsidTr="00923D7D">
        <w:tc>
          <w:tcPr>
            <w:tcW w:w="851" w:type="dxa"/>
            <w:vAlign w:val="center"/>
          </w:tcPr>
          <w:p w14:paraId="1F03E24A" w14:textId="77777777" w:rsidR="00CA3699" w:rsidRDefault="00CA3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30CE7CD" w14:textId="671F9B3F" w:rsidR="00CA3699" w:rsidRPr="00CA3699" w:rsidRDefault="00860B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myślenia krytycznego</w:t>
            </w:r>
          </w:p>
        </w:tc>
      </w:tr>
    </w:tbl>
    <w:p w14:paraId="2CD6CC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5FFAB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82274C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12842CEF" w14:textId="77777777" w:rsidTr="7FA13433">
        <w:tc>
          <w:tcPr>
            <w:tcW w:w="1678" w:type="dxa"/>
            <w:vAlign w:val="center"/>
          </w:tcPr>
          <w:p w14:paraId="6CE6F3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73269C5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B485F7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07E73" w:rsidRPr="009C54AE" w14:paraId="3158ECAA" w14:textId="77777777" w:rsidTr="7FA13433">
        <w:tc>
          <w:tcPr>
            <w:tcW w:w="1678" w:type="dxa"/>
          </w:tcPr>
          <w:p w14:paraId="73BC7D3A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211D00F3" w14:textId="09354B9B" w:rsidR="00E07E73" w:rsidRDefault="467D241D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R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ozumie rolę matematyki w naukach ekonomicznych</w:t>
            </w:r>
          </w:p>
        </w:tc>
        <w:tc>
          <w:tcPr>
            <w:tcW w:w="1865" w:type="dxa"/>
          </w:tcPr>
          <w:p w14:paraId="70BA2CE3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426207C8" w14:textId="77777777" w:rsidTr="7FA13433">
        <w:tc>
          <w:tcPr>
            <w:tcW w:w="1678" w:type="dxa"/>
          </w:tcPr>
          <w:p w14:paraId="3B7BF453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1D58E155" w14:textId="1AB6134E" w:rsidR="00E07E73" w:rsidRDefault="4EC473A7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podstawy rachunku różniczkowego funkcji jednej zmiennej</w:t>
            </w:r>
          </w:p>
        </w:tc>
        <w:tc>
          <w:tcPr>
            <w:tcW w:w="1865" w:type="dxa"/>
          </w:tcPr>
          <w:p w14:paraId="75C930CC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1723CBF3" w14:textId="77777777" w:rsidTr="7FA13433">
        <w:tc>
          <w:tcPr>
            <w:tcW w:w="1678" w:type="dxa"/>
          </w:tcPr>
          <w:p w14:paraId="45D15F4B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14:paraId="0C419FB5" w14:textId="139F40AA" w:rsidR="00E07E73" w:rsidRDefault="4ED4DA67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elementy rachunku różniczkowego funkcji wielu zmiennej</w:t>
            </w:r>
          </w:p>
        </w:tc>
        <w:tc>
          <w:tcPr>
            <w:tcW w:w="1865" w:type="dxa"/>
          </w:tcPr>
          <w:p w14:paraId="4C98A5F7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4FEF3FFA" w14:textId="77777777" w:rsidTr="7FA13433">
        <w:tc>
          <w:tcPr>
            <w:tcW w:w="1678" w:type="dxa"/>
          </w:tcPr>
          <w:p w14:paraId="5353ED3D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7" w:type="dxa"/>
          </w:tcPr>
          <w:p w14:paraId="55C10D55" w14:textId="17C89259" w:rsidR="00E07E73" w:rsidRDefault="02806B45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podstawy rachunku macierzowego niezbędne w modelowaniu matematycznym</w:t>
            </w:r>
          </w:p>
        </w:tc>
        <w:tc>
          <w:tcPr>
            <w:tcW w:w="1865" w:type="dxa"/>
          </w:tcPr>
          <w:p w14:paraId="6A295D5A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5BE97352" w14:textId="77777777" w:rsidTr="7FA13433">
        <w:tc>
          <w:tcPr>
            <w:tcW w:w="1678" w:type="dxa"/>
          </w:tcPr>
          <w:p w14:paraId="28764472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</w:tcPr>
          <w:p w14:paraId="5C2C8F19" w14:textId="7BA289FA" w:rsidR="00E07E73" w:rsidRDefault="332D088D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podstawy rachunku całkowego niezbędne w modelowaniu matematycznym</w:t>
            </w:r>
          </w:p>
        </w:tc>
        <w:tc>
          <w:tcPr>
            <w:tcW w:w="1865" w:type="dxa"/>
          </w:tcPr>
          <w:p w14:paraId="347A8913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16CD71C0" w14:textId="77777777" w:rsidTr="7FA13433">
        <w:tc>
          <w:tcPr>
            <w:tcW w:w="1678" w:type="dxa"/>
          </w:tcPr>
          <w:p w14:paraId="5A01FA0F" w14:textId="228D0C91" w:rsidR="00E07E73" w:rsidRDefault="00E07E7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EK_0</w:t>
            </w:r>
            <w:r w:rsidR="2EC744B4" w:rsidRPr="7FA13433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977" w:type="dxa"/>
          </w:tcPr>
          <w:p w14:paraId="18E2F927" w14:textId="15887ADB" w:rsidR="00E07E73" w:rsidRPr="009C54AE" w:rsidRDefault="7A381118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P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osiada umiejętności wykorzystania narzędzi matematyki do rozwiązywania praktycznych problemów ekonomicznych</w:t>
            </w:r>
          </w:p>
        </w:tc>
        <w:tc>
          <w:tcPr>
            <w:tcW w:w="1865" w:type="dxa"/>
          </w:tcPr>
          <w:p w14:paraId="567D0FA1" w14:textId="77777777" w:rsidR="00E07E73" w:rsidRPr="009C54AE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E07E73" w:rsidRPr="009C54AE" w14:paraId="2098FF0D" w14:textId="77777777" w:rsidTr="7FA13433">
        <w:tc>
          <w:tcPr>
            <w:tcW w:w="1678" w:type="dxa"/>
          </w:tcPr>
          <w:p w14:paraId="6291998E" w14:textId="1F39BBB9" w:rsidR="00E07E73" w:rsidRDefault="00E07E7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EK_0</w:t>
            </w:r>
            <w:r w:rsidR="58836502" w:rsidRPr="7FA13433">
              <w:rPr>
                <w:rFonts w:ascii="Corbel" w:hAnsi="Corbel"/>
                <w:b w:val="0"/>
                <w:smallCaps w:val="0"/>
              </w:rPr>
              <w:t>7</w:t>
            </w:r>
          </w:p>
        </w:tc>
        <w:tc>
          <w:tcPr>
            <w:tcW w:w="5977" w:type="dxa"/>
          </w:tcPr>
          <w:p w14:paraId="06BCCF61" w14:textId="1C6C516A" w:rsidR="00E07E73" w:rsidRPr="009C54AE" w:rsidRDefault="3276E41E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R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ozumie potrzeby ciągłego doskonalenia własnych umiejętności</w:t>
            </w:r>
          </w:p>
        </w:tc>
        <w:tc>
          <w:tcPr>
            <w:tcW w:w="1865" w:type="dxa"/>
          </w:tcPr>
          <w:p w14:paraId="146C7A35" w14:textId="77777777" w:rsidR="00E07E73" w:rsidRPr="009C54AE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7FA13433" w14:paraId="083E5298" w14:textId="77777777" w:rsidTr="7FA13433">
        <w:tc>
          <w:tcPr>
            <w:tcW w:w="1678" w:type="dxa"/>
          </w:tcPr>
          <w:p w14:paraId="16AC01F1" w14:textId="159EE0D9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EK_0</w:t>
            </w:r>
            <w:r w:rsidR="3CD64F38" w:rsidRPr="7FA13433">
              <w:rPr>
                <w:rFonts w:ascii="Corbel" w:hAnsi="Corbel"/>
                <w:b w:val="0"/>
                <w:smallCaps w:val="0"/>
              </w:rPr>
              <w:t>8</w:t>
            </w:r>
          </w:p>
        </w:tc>
        <w:tc>
          <w:tcPr>
            <w:tcW w:w="5977" w:type="dxa"/>
          </w:tcPr>
          <w:p w14:paraId="3DBC3DC1" w14:textId="227F68FB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Przejawia postawy samodzielnego działania w uczeniu się i organizacji pracy własnej.</w:t>
            </w:r>
          </w:p>
        </w:tc>
        <w:tc>
          <w:tcPr>
            <w:tcW w:w="1865" w:type="dxa"/>
          </w:tcPr>
          <w:p w14:paraId="2D4D32D1" w14:textId="77777777" w:rsidR="7FA13433" w:rsidRDefault="7FA13433" w:rsidP="7FA134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K_K01</w:t>
            </w:r>
          </w:p>
        </w:tc>
      </w:tr>
    </w:tbl>
    <w:p w14:paraId="16EC1A37" w14:textId="77777777" w:rsidR="0015355B" w:rsidRPr="009C54AE" w:rsidRDefault="0015355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B65B96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0E47EC1" w14:textId="77777777" w:rsidR="00E07E73" w:rsidRDefault="00E07E7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8DF964C" w14:textId="77777777" w:rsidR="00E07E73" w:rsidRPr="009C54AE" w:rsidRDefault="00E07E7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SEMESTR  1</w:t>
      </w:r>
    </w:p>
    <w:p w14:paraId="54958F7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8ADA85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B58D5D2" w14:textId="77777777" w:rsidTr="00E07E73">
        <w:tc>
          <w:tcPr>
            <w:tcW w:w="9520" w:type="dxa"/>
          </w:tcPr>
          <w:p w14:paraId="0920D35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7E73" w:rsidRPr="009C54AE" w14:paraId="3A518864" w14:textId="77777777" w:rsidTr="00E07E73">
        <w:tc>
          <w:tcPr>
            <w:tcW w:w="9520" w:type="dxa"/>
          </w:tcPr>
          <w:p w14:paraId="2A0FC6FC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Elementy logiki matematycznej.</w:t>
            </w:r>
          </w:p>
        </w:tc>
      </w:tr>
      <w:tr w:rsidR="00E07E73" w:rsidRPr="009C54AE" w14:paraId="069F88FB" w14:textId="77777777" w:rsidTr="00E07E73">
        <w:tc>
          <w:tcPr>
            <w:tcW w:w="9520" w:type="dxa"/>
          </w:tcPr>
          <w:p w14:paraId="64EA2BCF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Zbiory liczbowe i ich własności.</w:t>
            </w:r>
          </w:p>
        </w:tc>
      </w:tr>
      <w:tr w:rsidR="00E07E73" w:rsidRPr="009C54AE" w14:paraId="68BA48C3" w14:textId="77777777" w:rsidTr="00E07E73">
        <w:tc>
          <w:tcPr>
            <w:tcW w:w="9520" w:type="dxa"/>
          </w:tcPr>
          <w:p w14:paraId="3156C46D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Działania na macierzach. Wyznacznik macierzy. Macierz odwrotna.</w:t>
            </w:r>
          </w:p>
        </w:tc>
      </w:tr>
      <w:tr w:rsidR="00E07E73" w:rsidRPr="009C54AE" w14:paraId="323B0EBD" w14:textId="77777777" w:rsidTr="00E07E73">
        <w:tc>
          <w:tcPr>
            <w:tcW w:w="9520" w:type="dxa"/>
          </w:tcPr>
          <w:p w14:paraId="4D863F66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lastRenderedPageBreak/>
              <w:t>Układy równań linowych.</w:t>
            </w:r>
          </w:p>
        </w:tc>
      </w:tr>
      <w:tr w:rsidR="00E07E73" w:rsidRPr="009C54AE" w14:paraId="0CD60DC7" w14:textId="77777777" w:rsidTr="00E07E73">
        <w:tc>
          <w:tcPr>
            <w:tcW w:w="9520" w:type="dxa"/>
          </w:tcPr>
          <w:p w14:paraId="1EB1249B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Funkcje elementarne i ich własności.</w:t>
            </w:r>
          </w:p>
        </w:tc>
      </w:tr>
      <w:tr w:rsidR="00E07E73" w:rsidRPr="009C54AE" w14:paraId="17268733" w14:textId="77777777" w:rsidTr="00E07E73">
        <w:tc>
          <w:tcPr>
            <w:tcW w:w="9520" w:type="dxa"/>
          </w:tcPr>
          <w:p w14:paraId="0ADB3901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Granica i ciągłość funkcji.</w:t>
            </w:r>
          </w:p>
        </w:tc>
      </w:tr>
      <w:tr w:rsidR="00E07E73" w:rsidRPr="009C54AE" w14:paraId="4FEA3DD6" w14:textId="77777777" w:rsidTr="00E07E73">
        <w:tc>
          <w:tcPr>
            <w:tcW w:w="9520" w:type="dxa"/>
          </w:tcPr>
          <w:p w14:paraId="3C1D6CF8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Rachunek różniczkowy funkcji jednej zmiennej.</w:t>
            </w:r>
          </w:p>
        </w:tc>
      </w:tr>
    </w:tbl>
    <w:p w14:paraId="685309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4919D9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1576D9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6F57F7" w14:textId="77777777" w:rsidTr="00E07E73">
        <w:tc>
          <w:tcPr>
            <w:tcW w:w="9520" w:type="dxa"/>
          </w:tcPr>
          <w:p w14:paraId="42141B7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7E73" w:rsidRPr="009C54AE" w14:paraId="28F1AD0F" w14:textId="77777777" w:rsidTr="00E07E73">
        <w:tc>
          <w:tcPr>
            <w:tcW w:w="9520" w:type="dxa"/>
          </w:tcPr>
          <w:p w14:paraId="028E5223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Elementy logiki matematycznej.</w:t>
            </w:r>
          </w:p>
        </w:tc>
      </w:tr>
      <w:tr w:rsidR="00E07E73" w:rsidRPr="009C54AE" w14:paraId="4D91056F" w14:textId="77777777" w:rsidTr="00E07E73">
        <w:tc>
          <w:tcPr>
            <w:tcW w:w="9520" w:type="dxa"/>
          </w:tcPr>
          <w:p w14:paraId="5A88CF99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Zbiory liczbowe i ich własności.</w:t>
            </w:r>
          </w:p>
        </w:tc>
      </w:tr>
      <w:tr w:rsidR="00E07E73" w:rsidRPr="009C54AE" w14:paraId="0A8DB59A" w14:textId="77777777" w:rsidTr="00E07E73">
        <w:tc>
          <w:tcPr>
            <w:tcW w:w="9520" w:type="dxa"/>
          </w:tcPr>
          <w:p w14:paraId="4F8A5FE5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Działania na macierzach. Wyznacznik macierzy. Macierz odwrotna.</w:t>
            </w:r>
          </w:p>
        </w:tc>
      </w:tr>
      <w:tr w:rsidR="0015355B" w:rsidRPr="009C54AE" w14:paraId="3A4DE01D" w14:textId="77777777" w:rsidTr="00E07E73">
        <w:tc>
          <w:tcPr>
            <w:tcW w:w="9520" w:type="dxa"/>
          </w:tcPr>
          <w:p w14:paraId="797C8D83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Układy równań linowych.</w:t>
            </w:r>
          </w:p>
        </w:tc>
      </w:tr>
      <w:tr w:rsidR="0015355B" w:rsidRPr="009C54AE" w14:paraId="617F533D" w14:textId="77777777" w:rsidTr="00E07E73">
        <w:tc>
          <w:tcPr>
            <w:tcW w:w="9520" w:type="dxa"/>
          </w:tcPr>
          <w:p w14:paraId="589B8662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Funkcje elementarne i ich własności.</w:t>
            </w:r>
          </w:p>
        </w:tc>
      </w:tr>
      <w:tr w:rsidR="0015355B" w:rsidRPr="009C54AE" w14:paraId="30FFF709" w14:textId="77777777" w:rsidTr="00E07E73">
        <w:tc>
          <w:tcPr>
            <w:tcW w:w="9520" w:type="dxa"/>
          </w:tcPr>
          <w:p w14:paraId="6CA92BBE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Granica i ciągłość funkcji.</w:t>
            </w:r>
          </w:p>
        </w:tc>
      </w:tr>
      <w:tr w:rsidR="0015355B" w:rsidRPr="009C54AE" w14:paraId="423726D9" w14:textId="77777777" w:rsidTr="00E07E73">
        <w:tc>
          <w:tcPr>
            <w:tcW w:w="9520" w:type="dxa"/>
          </w:tcPr>
          <w:p w14:paraId="66B4D408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Rachunek różniczkowy funkcji jednej zmiennej.</w:t>
            </w:r>
          </w:p>
        </w:tc>
      </w:tr>
      <w:tr w:rsidR="0015355B" w:rsidRPr="009C54AE" w14:paraId="4712BB96" w14:textId="77777777" w:rsidTr="00E07E73">
        <w:tc>
          <w:tcPr>
            <w:tcW w:w="9520" w:type="dxa"/>
          </w:tcPr>
          <w:p w14:paraId="58DA3AE8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Badanie przebiegu zmienności funkcji jednej zmiennej.</w:t>
            </w:r>
          </w:p>
        </w:tc>
      </w:tr>
    </w:tbl>
    <w:p w14:paraId="34B33326" w14:textId="77777777" w:rsidR="00E07E73" w:rsidRPr="009C54AE" w:rsidRDefault="00E07E73" w:rsidP="00E07E7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SEMESTR  2</w:t>
      </w:r>
    </w:p>
    <w:p w14:paraId="59BE017C" w14:textId="77777777" w:rsidR="00E07E73" w:rsidRPr="009C54AE" w:rsidRDefault="00E07E73" w:rsidP="00E07E73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94BD33A" w14:textId="77777777" w:rsidR="00E07E73" w:rsidRPr="009C54AE" w:rsidRDefault="00E07E73" w:rsidP="00E07E7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07E73" w:rsidRPr="009C54AE" w14:paraId="3C2FC264" w14:textId="77777777" w:rsidTr="0015355B">
        <w:tc>
          <w:tcPr>
            <w:tcW w:w="9520" w:type="dxa"/>
          </w:tcPr>
          <w:p w14:paraId="1CF34877" w14:textId="77777777" w:rsidR="00E07E73" w:rsidRPr="009C54AE" w:rsidRDefault="00E07E73" w:rsidP="003F52A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5355B" w:rsidRPr="009C54AE" w14:paraId="55B08A2F" w14:textId="77777777" w:rsidTr="0015355B">
        <w:tc>
          <w:tcPr>
            <w:tcW w:w="9520" w:type="dxa"/>
          </w:tcPr>
          <w:p w14:paraId="0F4142E8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Całka oznaczona, nieoznaczona, niewłaściwa.</w:t>
            </w:r>
          </w:p>
        </w:tc>
      </w:tr>
      <w:tr w:rsidR="0015355B" w:rsidRPr="009C54AE" w14:paraId="78C2F08C" w14:textId="77777777" w:rsidTr="0015355B">
        <w:tc>
          <w:tcPr>
            <w:tcW w:w="9520" w:type="dxa"/>
          </w:tcPr>
          <w:p w14:paraId="70B206FC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rachunku całkowego.</w:t>
            </w:r>
          </w:p>
        </w:tc>
      </w:tr>
      <w:tr w:rsidR="0015355B" w:rsidRPr="009C54AE" w14:paraId="4D3B5E51" w14:textId="77777777" w:rsidTr="0015355B">
        <w:tc>
          <w:tcPr>
            <w:tcW w:w="9520" w:type="dxa"/>
          </w:tcPr>
          <w:p w14:paraId="69932690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Rachunek różniczkowy funkcji dwóch zmiennych.</w:t>
            </w:r>
          </w:p>
        </w:tc>
      </w:tr>
      <w:tr w:rsidR="0015355B" w:rsidRPr="009C54AE" w14:paraId="464530A3" w14:textId="77777777" w:rsidTr="0015355B">
        <w:tc>
          <w:tcPr>
            <w:tcW w:w="9520" w:type="dxa"/>
          </w:tcPr>
          <w:p w14:paraId="799E3ADD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Ekstrema funkcji dwóch zmiennych.</w:t>
            </w:r>
          </w:p>
        </w:tc>
      </w:tr>
      <w:tr w:rsidR="0015355B" w:rsidRPr="009C54AE" w14:paraId="11C69BAC" w14:textId="77777777" w:rsidTr="0015355B">
        <w:tc>
          <w:tcPr>
            <w:tcW w:w="9520" w:type="dxa"/>
          </w:tcPr>
          <w:p w14:paraId="6767BCE5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Równania różniczkowe pierwszego rzędu.</w:t>
            </w:r>
          </w:p>
        </w:tc>
      </w:tr>
      <w:tr w:rsidR="0015355B" w:rsidRPr="009C54AE" w14:paraId="6C012EB0" w14:textId="77777777" w:rsidTr="0015355B">
        <w:tc>
          <w:tcPr>
            <w:tcW w:w="9520" w:type="dxa"/>
          </w:tcPr>
          <w:p w14:paraId="0B4EE057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ekonomiczne funkcji dwóch i wielu zmiennych.</w:t>
            </w:r>
          </w:p>
        </w:tc>
      </w:tr>
      <w:tr w:rsidR="0015355B" w:rsidRPr="009C54AE" w14:paraId="4B7B17BE" w14:textId="77777777" w:rsidTr="0015355B">
        <w:tc>
          <w:tcPr>
            <w:tcW w:w="9520" w:type="dxa"/>
          </w:tcPr>
          <w:p w14:paraId="046901EA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ekonomiczne równań różniczkowych.</w:t>
            </w:r>
          </w:p>
        </w:tc>
      </w:tr>
    </w:tbl>
    <w:p w14:paraId="4C4AB488" w14:textId="77777777" w:rsidR="00E07E73" w:rsidRPr="009C54AE" w:rsidRDefault="00E07E73" w:rsidP="00E07E73">
      <w:pPr>
        <w:spacing w:after="0" w:line="240" w:lineRule="auto"/>
        <w:rPr>
          <w:rFonts w:ascii="Corbel" w:hAnsi="Corbel"/>
          <w:sz w:val="24"/>
          <w:szCs w:val="24"/>
        </w:rPr>
      </w:pPr>
    </w:p>
    <w:p w14:paraId="68FC9D72" w14:textId="77777777" w:rsidR="00E07E73" w:rsidRPr="009C54AE" w:rsidRDefault="00E07E73" w:rsidP="00E07E7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E3108AA" w14:textId="77777777" w:rsidR="00E07E73" w:rsidRPr="009C54AE" w:rsidRDefault="00E07E73" w:rsidP="00E07E7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07E73" w:rsidRPr="009C54AE" w14:paraId="254B0AF7" w14:textId="77777777" w:rsidTr="002E442C">
        <w:tc>
          <w:tcPr>
            <w:tcW w:w="9520" w:type="dxa"/>
          </w:tcPr>
          <w:p w14:paraId="7A262AF6" w14:textId="77777777" w:rsidR="00E07E73" w:rsidRPr="009C54AE" w:rsidRDefault="00E07E73" w:rsidP="003F52A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442C" w:rsidRPr="009C54AE" w14:paraId="06696094" w14:textId="77777777" w:rsidTr="002E442C">
        <w:tc>
          <w:tcPr>
            <w:tcW w:w="9520" w:type="dxa"/>
          </w:tcPr>
          <w:p w14:paraId="4AF07946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lastRenderedPageBreak/>
              <w:t>Całka oznaczona, nieoznaczona, niewłaściwa.</w:t>
            </w:r>
          </w:p>
        </w:tc>
      </w:tr>
      <w:tr w:rsidR="002E442C" w:rsidRPr="009C54AE" w14:paraId="18D5786C" w14:textId="77777777" w:rsidTr="002E442C">
        <w:tc>
          <w:tcPr>
            <w:tcW w:w="9520" w:type="dxa"/>
          </w:tcPr>
          <w:p w14:paraId="13AAC1B2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rachunku całkowego.</w:t>
            </w:r>
          </w:p>
        </w:tc>
      </w:tr>
      <w:tr w:rsidR="002E442C" w:rsidRPr="009C54AE" w14:paraId="615F5307" w14:textId="77777777" w:rsidTr="002E442C">
        <w:tc>
          <w:tcPr>
            <w:tcW w:w="9520" w:type="dxa"/>
          </w:tcPr>
          <w:p w14:paraId="507987E6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Rachunek różniczkowy funkcji dwóch zmiennych.</w:t>
            </w:r>
          </w:p>
        </w:tc>
      </w:tr>
      <w:tr w:rsidR="002E442C" w:rsidRPr="009C54AE" w14:paraId="40E3F4D8" w14:textId="77777777" w:rsidTr="002E442C">
        <w:tc>
          <w:tcPr>
            <w:tcW w:w="9520" w:type="dxa"/>
          </w:tcPr>
          <w:p w14:paraId="21011088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Ekstrema funkcji dwóch zmiennych.</w:t>
            </w:r>
          </w:p>
        </w:tc>
      </w:tr>
      <w:tr w:rsidR="002E442C" w:rsidRPr="009C54AE" w14:paraId="77F23707" w14:textId="77777777" w:rsidTr="002E442C">
        <w:tc>
          <w:tcPr>
            <w:tcW w:w="9520" w:type="dxa"/>
          </w:tcPr>
          <w:p w14:paraId="0434C83B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Rozwiązywanie równań różniczkowych pierwszego rzędu.</w:t>
            </w:r>
          </w:p>
        </w:tc>
      </w:tr>
      <w:tr w:rsidR="002E442C" w:rsidRPr="009C54AE" w14:paraId="0C8C4AE1" w14:textId="77777777" w:rsidTr="002E442C">
        <w:tc>
          <w:tcPr>
            <w:tcW w:w="9520" w:type="dxa"/>
          </w:tcPr>
          <w:p w14:paraId="2235FF35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ekonomiczne funkcji dwóch i wielu zmiennych.</w:t>
            </w:r>
          </w:p>
        </w:tc>
      </w:tr>
      <w:tr w:rsidR="002E442C" w:rsidRPr="009C54AE" w14:paraId="04004D1C" w14:textId="77777777" w:rsidTr="002E442C">
        <w:tc>
          <w:tcPr>
            <w:tcW w:w="9520" w:type="dxa"/>
          </w:tcPr>
          <w:p w14:paraId="7D215D2C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ekonomiczne równań różniczkowych</w:t>
            </w:r>
            <w:r w:rsidR="00BD625B">
              <w:rPr>
                <w:rFonts w:ascii="Corbel" w:hAnsi="Corbel"/>
              </w:rPr>
              <w:t>.</w:t>
            </w:r>
          </w:p>
        </w:tc>
      </w:tr>
    </w:tbl>
    <w:p w14:paraId="1A9AE2D9" w14:textId="77777777" w:rsidR="00E07E73" w:rsidRPr="009C54AE" w:rsidRDefault="00E07E73" w:rsidP="00E07E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FD50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0F151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CA8D032" w14:textId="77777777" w:rsidR="00BD625B" w:rsidRDefault="00BD62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47FAE2" w14:textId="77777777" w:rsidR="00BD625B" w:rsidRDefault="00BD62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>
        <w:rPr>
          <w:rFonts w:ascii="Corbel" w:hAnsi="Corbel"/>
          <w:b w:val="0"/>
          <w:smallCaps w:val="0"/>
          <w:szCs w:val="24"/>
        </w:rPr>
        <w:tab/>
        <w:t>Wykład z prezentacją multimedialną, wykład z rozwiązywaniem problemów, metody kształcenia na odległość.</w:t>
      </w:r>
    </w:p>
    <w:p w14:paraId="0B709F73" w14:textId="77777777" w:rsidR="00BD625B" w:rsidRDefault="00BD62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1AF1A" w14:textId="77777777" w:rsidR="0085747A" w:rsidRPr="009C54AE" w:rsidRDefault="002E44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BD625B">
        <w:rPr>
          <w:rFonts w:ascii="Corbel" w:hAnsi="Corbel"/>
          <w:b w:val="0"/>
          <w:smallCaps w:val="0"/>
          <w:szCs w:val="24"/>
        </w:rPr>
        <w:tab/>
      </w:r>
      <w:r>
        <w:rPr>
          <w:rFonts w:ascii="Corbel" w:hAnsi="Corbel"/>
          <w:b w:val="0"/>
          <w:smallCaps w:val="0"/>
          <w:szCs w:val="24"/>
        </w:rPr>
        <w:t>Ćwiczenia z aktywnym rozwiązywaniem problemów, praca indywidualna, praca w grupach (rozwiązywanie zadań), dyskusja, metody kształcenia na odległość</w:t>
      </w:r>
      <w:r w:rsidR="00BD625B">
        <w:rPr>
          <w:rFonts w:ascii="Corbel" w:hAnsi="Corbel"/>
          <w:b w:val="0"/>
          <w:smallCaps w:val="0"/>
          <w:szCs w:val="24"/>
        </w:rPr>
        <w:t>.</w:t>
      </w:r>
    </w:p>
    <w:p w14:paraId="7BA6565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4BA74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C5CBD2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D299F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669E6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21E76F6" w14:textId="77777777" w:rsidTr="7FA13433">
        <w:tc>
          <w:tcPr>
            <w:tcW w:w="1962" w:type="dxa"/>
            <w:vAlign w:val="center"/>
          </w:tcPr>
          <w:p w14:paraId="57CA53F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80541F8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CC082E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06A165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0E87D5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45CBBC25" w14:textId="77777777" w:rsidTr="7FA13433">
        <w:tc>
          <w:tcPr>
            <w:tcW w:w="1962" w:type="dxa"/>
          </w:tcPr>
          <w:p w14:paraId="65C67FD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0B23A8CA" w14:textId="0E225E31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aktywny udział w ćwiczeniach, obserwacja w trakcie zajęć</w:t>
            </w:r>
          </w:p>
        </w:tc>
        <w:tc>
          <w:tcPr>
            <w:tcW w:w="2117" w:type="dxa"/>
          </w:tcPr>
          <w:p w14:paraId="720F08A6" w14:textId="0657977A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C54AE" w14:paraId="5B8D1F5A" w14:textId="77777777" w:rsidTr="7FA13433">
        <w:tc>
          <w:tcPr>
            <w:tcW w:w="1962" w:type="dxa"/>
          </w:tcPr>
          <w:p w14:paraId="33FDAA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57E74BA" w14:textId="5C1D4B38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7F50D876" w14:textId="0623EEC9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19D2CB64" w14:textId="77777777" w:rsidTr="7FA13433">
        <w:tc>
          <w:tcPr>
            <w:tcW w:w="1962" w:type="dxa"/>
          </w:tcPr>
          <w:p w14:paraId="4FF89C88" w14:textId="77777777" w:rsidR="00BD625B" w:rsidRPr="009C54AE" w:rsidRDefault="00BD625B" w:rsidP="00BD62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F99E946" w14:textId="3480C0F5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1E96CA12" w14:textId="5D7F4A7C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10A911A5" w14:textId="77777777" w:rsidTr="7FA13433">
        <w:tc>
          <w:tcPr>
            <w:tcW w:w="1962" w:type="dxa"/>
          </w:tcPr>
          <w:p w14:paraId="46D16D4E" w14:textId="77777777" w:rsidR="00BD625B" w:rsidRPr="009C54AE" w:rsidRDefault="00BD625B" w:rsidP="00BD62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B5B2918" w14:textId="3BD97F99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23445CCE" w14:textId="180B8476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58B72B36" w14:textId="77777777" w:rsidTr="7FA13433">
        <w:tc>
          <w:tcPr>
            <w:tcW w:w="1962" w:type="dxa"/>
          </w:tcPr>
          <w:p w14:paraId="4116B35E" w14:textId="77777777" w:rsidR="00BD625B" w:rsidRPr="009C54AE" w:rsidRDefault="00BD625B" w:rsidP="00BD62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1EEC017B" w14:textId="60F9281C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5F01877A" w14:textId="699EA130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7B76BCAA" w14:textId="77777777" w:rsidTr="7FA13433">
        <w:tc>
          <w:tcPr>
            <w:tcW w:w="1962" w:type="dxa"/>
          </w:tcPr>
          <w:p w14:paraId="44961478" w14:textId="07FB8D0E" w:rsidR="00BD625B" w:rsidRPr="009C54AE" w:rsidRDefault="00BD625B" w:rsidP="7FA1343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7FA13433">
              <w:rPr>
                <w:rFonts w:ascii="Corbel" w:hAnsi="Corbel"/>
                <w:b w:val="0"/>
              </w:rPr>
              <w:t>Ek_ 0</w:t>
            </w:r>
            <w:r w:rsidR="17AC7C56" w:rsidRPr="7FA13433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14:paraId="4C9C1D1B" w14:textId="1CA599E8" w:rsidR="00BD625B" w:rsidRPr="00860B20" w:rsidRDefault="00860B20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 xml:space="preserve">obserwacja umiejętności stosowania poznanych </w:t>
            </w:r>
            <w:r w:rsidR="372AB654" w:rsidRPr="17DDC7A4">
              <w:rPr>
                <w:rFonts w:ascii="Corbel" w:hAnsi="Corbel"/>
                <w:b w:val="0"/>
                <w:smallCaps w:val="0"/>
              </w:rPr>
              <w:t>metod i</w:t>
            </w:r>
            <w:r w:rsidRPr="17DDC7A4">
              <w:rPr>
                <w:rFonts w:ascii="Corbel" w:hAnsi="Corbel"/>
                <w:b w:val="0"/>
                <w:smallCaps w:val="0"/>
              </w:rPr>
              <w:t xml:space="preserve"> narzędzi w rozwiazywaniu problemów, kolokwium</w:t>
            </w:r>
          </w:p>
        </w:tc>
        <w:tc>
          <w:tcPr>
            <w:tcW w:w="2117" w:type="dxa"/>
          </w:tcPr>
          <w:p w14:paraId="1C1562A9" w14:textId="19D7CB9E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625B" w:rsidRPr="009C54AE" w14:paraId="23A5E58C" w14:textId="77777777" w:rsidTr="7FA13433">
        <w:tc>
          <w:tcPr>
            <w:tcW w:w="1962" w:type="dxa"/>
          </w:tcPr>
          <w:p w14:paraId="1530CCB5" w14:textId="09D1EFCA" w:rsidR="00BD625B" w:rsidRPr="009C54AE" w:rsidRDefault="00BD625B" w:rsidP="7FA1343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7FA13433">
              <w:rPr>
                <w:rFonts w:ascii="Corbel" w:hAnsi="Corbel"/>
                <w:b w:val="0"/>
              </w:rPr>
              <w:t>Ek_ 0</w:t>
            </w:r>
            <w:r w:rsidR="423E3363" w:rsidRPr="7FA13433">
              <w:rPr>
                <w:rFonts w:ascii="Corbel" w:hAnsi="Corbel"/>
                <w:b w:val="0"/>
              </w:rPr>
              <w:t>7</w:t>
            </w:r>
          </w:p>
        </w:tc>
        <w:tc>
          <w:tcPr>
            <w:tcW w:w="5441" w:type="dxa"/>
          </w:tcPr>
          <w:p w14:paraId="0C29F47A" w14:textId="724E023C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ocena postawy studenta, ocena prezentowanego stanowiska/ opinii w trakcie zajęć</w:t>
            </w:r>
          </w:p>
        </w:tc>
        <w:tc>
          <w:tcPr>
            <w:tcW w:w="2117" w:type="dxa"/>
          </w:tcPr>
          <w:p w14:paraId="4094B30E" w14:textId="06F33A48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7FA13433" w14:paraId="7F20B8A6" w14:textId="77777777" w:rsidTr="7FA13433">
        <w:tc>
          <w:tcPr>
            <w:tcW w:w="1962" w:type="dxa"/>
          </w:tcPr>
          <w:p w14:paraId="11223841" w14:textId="7F4AC87B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7FA13433">
              <w:rPr>
                <w:rFonts w:ascii="Corbel" w:hAnsi="Corbel"/>
                <w:b w:val="0"/>
              </w:rPr>
              <w:t>Ek_ 0</w:t>
            </w:r>
            <w:r w:rsidR="0AF52646" w:rsidRPr="7FA13433">
              <w:rPr>
                <w:rFonts w:ascii="Corbel" w:hAnsi="Corbel"/>
                <w:b w:val="0"/>
              </w:rPr>
              <w:t>8</w:t>
            </w:r>
          </w:p>
        </w:tc>
        <w:tc>
          <w:tcPr>
            <w:tcW w:w="5441" w:type="dxa"/>
          </w:tcPr>
          <w:p w14:paraId="20EFFF72" w14:textId="151755B5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ocena postawy studenta, ocena prezentowanego stanowiska/ opinii w trakcie zajęć</w:t>
            </w:r>
          </w:p>
        </w:tc>
        <w:tc>
          <w:tcPr>
            <w:tcW w:w="2117" w:type="dxa"/>
          </w:tcPr>
          <w:p w14:paraId="7EDF6336" w14:textId="19112928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wykład, ćwiczenia</w:t>
            </w:r>
          </w:p>
        </w:tc>
      </w:tr>
    </w:tbl>
    <w:p w14:paraId="2E63EDF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AC3EB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CEE0E1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CF3D415" w14:textId="77777777" w:rsidTr="5F250D0F">
        <w:tc>
          <w:tcPr>
            <w:tcW w:w="9670" w:type="dxa"/>
          </w:tcPr>
          <w:p w14:paraId="639EDFD1" w14:textId="77777777" w:rsidR="001F3DE4" w:rsidRPr="001F3DE4" w:rsidRDefault="001F3DE4" w:rsidP="001F3DE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3DE4">
              <w:rPr>
                <w:rFonts w:ascii="Corbel" w:hAnsi="Corbel"/>
                <w:b w:val="0"/>
                <w:smallCaps w:val="0"/>
                <w:szCs w:val="24"/>
              </w:rPr>
              <w:t>Semestr I.</w:t>
            </w:r>
          </w:p>
          <w:p w14:paraId="60FD4ADC" w14:textId="45EDF920" w:rsidR="001F3DE4" w:rsidRPr="001F3DE4" w:rsidRDefault="550A40AF" w:rsidP="5F250D0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5F250D0F">
              <w:rPr>
                <w:rFonts w:ascii="Corbel" w:hAnsi="Corbel"/>
                <w:b w:val="0"/>
                <w:smallCaps w:val="0"/>
              </w:rPr>
              <w:t xml:space="preserve">Zaliczenie przedmiotu / ćwiczeń na podstawie dwóch kolokwiów </w:t>
            </w:r>
            <w:r w:rsidR="27C2D096" w:rsidRPr="5F250D0F">
              <w:rPr>
                <w:rFonts w:ascii="Corbel" w:hAnsi="Corbel"/>
                <w:b w:val="0"/>
                <w:smallCaps w:val="0"/>
              </w:rPr>
              <w:t>pisemnych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 oraz aktywności na zajęciach</w:t>
            </w:r>
            <w:r w:rsidR="4776B88E" w:rsidRPr="5F250D0F">
              <w:rPr>
                <w:rFonts w:ascii="Corbel" w:hAnsi="Corbel"/>
                <w:b w:val="0"/>
                <w:smallCaps w:val="0"/>
              </w:rPr>
              <w:t>. Pun</w:t>
            </w:r>
            <w:r w:rsidR="2D2FC18B" w:rsidRPr="5F250D0F">
              <w:rPr>
                <w:rFonts w:ascii="Corbel" w:hAnsi="Corbel"/>
                <w:b w:val="0"/>
                <w:smallCaps w:val="0"/>
              </w:rPr>
              <w:t>kty</w:t>
            </w:r>
            <w:r w:rsidR="4776B88E" w:rsidRPr="5F250D0F">
              <w:rPr>
                <w:rFonts w:ascii="Corbel" w:hAnsi="Corbel"/>
                <w:b w:val="0"/>
                <w:smallCaps w:val="0"/>
              </w:rPr>
              <w:t xml:space="preserve"> za a</w:t>
            </w:r>
            <w:r w:rsidR="1D36661E" w:rsidRPr="5F250D0F">
              <w:rPr>
                <w:rFonts w:ascii="Corbel" w:hAnsi="Corbel"/>
                <w:b w:val="0"/>
                <w:smallCaps w:val="0"/>
              </w:rPr>
              <w:t>ktywność na zajęciach mo</w:t>
            </w:r>
            <w:r w:rsidR="71B70AFE" w:rsidRPr="5F250D0F">
              <w:rPr>
                <w:rFonts w:ascii="Corbel" w:hAnsi="Corbel"/>
                <w:b w:val="0"/>
                <w:smallCaps w:val="0"/>
              </w:rPr>
              <w:t xml:space="preserve">gą </w:t>
            </w:r>
            <w:r w:rsidR="1D36661E" w:rsidRPr="5F250D0F">
              <w:rPr>
                <w:rFonts w:ascii="Corbel" w:hAnsi="Corbel"/>
                <w:b w:val="0"/>
                <w:smallCaps w:val="0"/>
              </w:rPr>
              <w:t>stanowić maksymalnie 10% udziału</w:t>
            </w:r>
            <w:r w:rsidR="5BDB4B4F" w:rsidRPr="5F250D0F">
              <w:rPr>
                <w:rFonts w:ascii="Corbel" w:hAnsi="Corbel"/>
                <w:b w:val="0"/>
                <w:smallCaps w:val="0"/>
              </w:rPr>
              <w:t xml:space="preserve"> w</w:t>
            </w:r>
            <w:r w:rsidR="1C094DD4" w:rsidRPr="5F250D0F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="4AFEB0F9" w:rsidRPr="5F250D0F">
              <w:rPr>
                <w:rFonts w:ascii="Corbel" w:hAnsi="Corbel"/>
                <w:b w:val="0"/>
                <w:smallCaps w:val="0"/>
              </w:rPr>
              <w:t>ocenie</w:t>
            </w:r>
            <w:r w:rsidR="5042024F" w:rsidRPr="5F250D0F">
              <w:rPr>
                <w:rFonts w:ascii="Corbel" w:hAnsi="Corbel"/>
                <w:b w:val="0"/>
                <w:smallCaps w:val="0"/>
              </w:rPr>
              <w:t xml:space="preserve"> końcowej</w:t>
            </w:r>
            <w:r w:rsidRPr="5F250D0F">
              <w:rPr>
                <w:rFonts w:ascii="Corbel" w:hAnsi="Corbel"/>
                <w:b w:val="0"/>
                <w:smallCaps w:val="0"/>
              </w:rPr>
              <w:t>.</w:t>
            </w:r>
            <w:r w:rsidR="61CCD899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5172A113" w14:textId="673871A9" w:rsidR="4D5D713E" w:rsidRDefault="5BE98469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Zasady oceniania (odsetek możliwych do zdobycia punktów - ocena):</w:t>
            </w:r>
          </w:p>
          <w:p w14:paraId="47B3BA9A" w14:textId="62267E74" w:rsidR="4D5D713E" w:rsidRDefault="4D5D713E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&lt;  51%                         ndst </w:t>
            </w:r>
          </w:p>
          <w:p w14:paraId="035268E8" w14:textId="1932DA1A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 xml:space="preserve">51% - 61%                 dst </w:t>
            </w:r>
          </w:p>
          <w:p w14:paraId="37664D5D" w14:textId="17F34FA4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>61% - 71%                 dst plus</w:t>
            </w:r>
          </w:p>
          <w:p w14:paraId="1D524DFD" w14:textId="789015C3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>71% - 81%                 db</w:t>
            </w:r>
          </w:p>
          <w:p w14:paraId="17250241" w14:textId="4805777A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>81% - 91%                 db plus</w:t>
            </w:r>
          </w:p>
          <w:p w14:paraId="789B814A" w14:textId="5B327EA8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>≥  91%                         bdb</w:t>
            </w:r>
          </w:p>
          <w:p w14:paraId="702DD660" w14:textId="77777777" w:rsidR="001F3DE4" w:rsidRPr="001F3DE4" w:rsidRDefault="001F3DE4" w:rsidP="001F3DE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3DE4">
              <w:rPr>
                <w:rFonts w:ascii="Corbel" w:hAnsi="Corbel"/>
                <w:b w:val="0"/>
                <w:smallCaps w:val="0"/>
                <w:szCs w:val="24"/>
              </w:rPr>
              <w:t>Semestr II.</w:t>
            </w:r>
          </w:p>
          <w:p w14:paraId="298615C4" w14:textId="4C239D6E" w:rsidR="00923D7D" w:rsidRPr="009C54AE" w:rsidRDefault="550A40AF" w:rsidP="5F250D0F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F250D0F">
              <w:rPr>
                <w:rFonts w:ascii="Corbel" w:hAnsi="Corbel"/>
                <w:b w:val="0"/>
                <w:smallCaps w:val="0"/>
              </w:rPr>
              <w:t>Zaliczenie przedmiotu na podstawie wyników egzaminu. Zaliczenie ćwiczeń na podstawie dwóch kolokwiów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="0C69AE1A" w:rsidRPr="5F250D0F">
              <w:rPr>
                <w:rFonts w:ascii="Corbel" w:hAnsi="Corbel"/>
                <w:b w:val="0"/>
                <w:smallCaps w:val="0"/>
              </w:rPr>
              <w:t>pisemnych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 oraz aktywności na zajęciach. </w:t>
            </w:r>
            <w:r w:rsidR="1E309148" w:rsidRPr="5F250D0F">
              <w:rPr>
                <w:rFonts w:ascii="Corbel" w:hAnsi="Corbel"/>
                <w:b w:val="0"/>
                <w:smallCaps w:val="0"/>
              </w:rPr>
              <w:t>Punkty za aktywność na zajęciach mogą stanowić maksymalnie 10% udziału w</w:t>
            </w:r>
            <w:r w:rsidR="1E309148" w:rsidRPr="5F250D0F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="1E309148" w:rsidRPr="5F250D0F">
              <w:rPr>
                <w:rFonts w:ascii="Corbel" w:hAnsi="Corbel"/>
                <w:b w:val="0"/>
                <w:smallCaps w:val="0"/>
              </w:rPr>
              <w:t xml:space="preserve">ocenie końcowej. </w:t>
            </w:r>
            <w:r w:rsidRPr="5F250D0F">
              <w:rPr>
                <w:rFonts w:ascii="Corbel" w:hAnsi="Corbel"/>
                <w:b w:val="0"/>
                <w:smallCaps w:val="0"/>
              </w:rPr>
              <w:t>Egzamin pisemny obejmujący treści programowe z pierwszego i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drugiego semestru.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 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Warunkiem dopuszczenia </w:t>
            </w:r>
            <w:r w:rsidR="7435BBD8" w:rsidRPr="5F250D0F">
              <w:rPr>
                <w:rFonts w:ascii="Corbel" w:hAnsi="Corbel"/>
                <w:b w:val="0"/>
                <w:smallCaps w:val="0"/>
              </w:rPr>
              <w:t xml:space="preserve">studenta </w:t>
            </w:r>
            <w:r w:rsidRPr="5F250D0F">
              <w:rPr>
                <w:rFonts w:ascii="Corbel" w:hAnsi="Corbel"/>
                <w:b w:val="0"/>
                <w:smallCaps w:val="0"/>
              </w:rPr>
              <w:t>do egzaminu jest zaliczenie ćwiczeń. Egzamin odbywa się w formie pisemnej i składa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się z części teoretycznej i części zadaniowej. </w:t>
            </w:r>
            <w:r w:rsidR="4FD8B121" w:rsidRPr="5F250D0F">
              <w:rPr>
                <w:rFonts w:ascii="Corbel" w:hAnsi="Corbel"/>
                <w:b w:val="0"/>
                <w:smallCaps w:val="0"/>
              </w:rPr>
              <w:t>Studenci,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 którzy uzyskają średnią z ocen z zaliczenia ćwiczeń równą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co najmniej ocenie dobrej (w każdym semestrze) mogą być zwolnieni z części zadaniowej – ocena z zaliczenia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uznana jest wówczas jako ocena z części zadaniowej. Aby uzyskać ocenę pozytywną trzeba zaliczyć obydwie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części</w:t>
            </w:r>
            <w:r w:rsidR="1ECD61C9" w:rsidRPr="5F250D0F">
              <w:rPr>
                <w:rFonts w:ascii="Corbel" w:hAnsi="Corbel"/>
                <w:b w:val="0"/>
                <w:smallCaps w:val="0"/>
              </w:rPr>
              <w:t xml:space="preserve"> egzaminu</w:t>
            </w:r>
            <w:r w:rsidRPr="5F250D0F">
              <w:rPr>
                <w:rFonts w:ascii="Corbel" w:hAnsi="Corbel"/>
                <w:b w:val="0"/>
                <w:smallCaps w:val="0"/>
              </w:rPr>
              <w:t>. Studenci, którzy zaliczyli tylko jedną część egzaminu mają prawo do odpowiedzi ustnej w celu zaliczenia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drugiej części. Ocena końcowa jest średnią arytmetyczną z ocen z obydwu części.</w:t>
            </w:r>
          </w:p>
          <w:p w14:paraId="0B8DC708" w14:textId="673871A9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Zasady oceniania (odsetek możliwych do zdobycia punktów - ocena):</w:t>
            </w:r>
          </w:p>
          <w:p w14:paraId="21BA22DF" w14:textId="62267E74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&lt;  51%                         ndst </w:t>
            </w:r>
          </w:p>
          <w:p w14:paraId="1A6434FE" w14:textId="1932DA1A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51% - 61%                 dst </w:t>
            </w:r>
          </w:p>
          <w:p w14:paraId="31268936" w14:textId="17F34FA4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>61% - 71%                 dst plus</w:t>
            </w:r>
          </w:p>
          <w:p w14:paraId="63CA978D" w14:textId="789015C3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>71% - 81%                 db</w:t>
            </w:r>
          </w:p>
          <w:p w14:paraId="6F5A7F92" w14:textId="4805777A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>81% - 91%                 db plus</w:t>
            </w:r>
          </w:p>
          <w:p w14:paraId="0988D7A6" w14:textId="5B327EA8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>≥  91%                         bdb</w:t>
            </w:r>
          </w:p>
          <w:p w14:paraId="17FDC178" w14:textId="2CE7A001" w:rsidR="0085747A" w:rsidRPr="009C54AE" w:rsidRDefault="0085747A" w:rsidP="5F250D0F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11C32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C5536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A1CAD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B17BDE6" w14:textId="77777777" w:rsidTr="003E1941">
        <w:tc>
          <w:tcPr>
            <w:tcW w:w="4962" w:type="dxa"/>
            <w:vAlign w:val="center"/>
          </w:tcPr>
          <w:p w14:paraId="293995C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13360DD" w14:textId="3C0F8A7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60B2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E87CD43" w14:textId="77777777" w:rsidTr="00923D7D">
        <w:tc>
          <w:tcPr>
            <w:tcW w:w="4962" w:type="dxa"/>
          </w:tcPr>
          <w:p w14:paraId="68DD028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1B81845" w14:textId="77777777" w:rsidR="0085747A" w:rsidRPr="009C54AE" w:rsidRDefault="000F79DE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C61DC5" w:rsidRPr="009C54AE" w14:paraId="2D995988" w14:textId="77777777" w:rsidTr="00923D7D">
        <w:tc>
          <w:tcPr>
            <w:tcW w:w="4962" w:type="dxa"/>
          </w:tcPr>
          <w:p w14:paraId="0ADA2DA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F17286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674E59B" w14:textId="3B3FB473" w:rsidR="00C61DC5" w:rsidRPr="009C54AE" w:rsidRDefault="000F79DE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57EFC0F5" w14:textId="77777777" w:rsidTr="00923D7D">
        <w:tc>
          <w:tcPr>
            <w:tcW w:w="4962" w:type="dxa"/>
          </w:tcPr>
          <w:p w14:paraId="4B6367F8" w14:textId="5A62FEB5" w:rsidR="00C61DC5" w:rsidRPr="009C54AE" w:rsidRDefault="00C61DC5" w:rsidP="00860B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860B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860B20">
              <w:rPr>
                <w:rFonts w:ascii="Corbel" w:hAnsi="Corbel"/>
                <w:sz w:val="24"/>
                <w:szCs w:val="24"/>
              </w:rPr>
              <w:t xml:space="preserve">kolokwiów, </w:t>
            </w:r>
            <w:r w:rsidRPr="009C54AE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77" w:type="dxa"/>
          </w:tcPr>
          <w:p w14:paraId="3F987C92" w14:textId="41A5FBC6" w:rsidR="00C61DC5" w:rsidRPr="009C54AE" w:rsidRDefault="000F79DE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  <w:r w:rsidR="00860B20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5747A" w:rsidRPr="009C54AE" w14:paraId="542225FA" w14:textId="77777777" w:rsidTr="00923D7D">
        <w:tc>
          <w:tcPr>
            <w:tcW w:w="4962" w:type="dxa"/>
          </w:tcPr>
          <w:p w14:paraId="23CA61A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610232C" w14:textId="1C505801" w:rsidR="0085747A" w:rsidRPr="009C54AE" w:rsidRDefault="00860B20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225</w:t>
            </w:r>
          </w:p>
        </w:tc>
      </w:tr>
      <w:tr w:rsidR="0085747A" w:rsidRPr="009C54AE" w14:paraId="3751F804" w14:textId="77777777" w:rsidTr="00923D7D">
        <w:tc>
          <w:tcPr>
            <w:tcW w:w="4962" w:type="dxa"/>
          </w:tcPr>
          <w:p w14:paraId="3D17BD3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2C3A9B2" w14:textId="77777777" w:rsidR="0085747A" w:rsidRPr="009C54AE" w:rsidRDefault="000F79DE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5EA48FF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A32C5E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DEEEF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82F8A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C0F1C26" w14:textId="77777777" w:rsidTr="00860B20">
        <w:trPr>
          <w:trHeight w:val="397"/>
        </w:trPr>
        <w:tc>
          <w:tcPr>
            <w:tcW w:w="2359" w:type="pct"/>
          </w:tcPr>
          <w:p w14:paraId="4A895CC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2BA31A4" w14:textId="7F47F9C9" w:rsidR="0085747A" w:rsidRPr="009C54AE" w:rsidRDefault="00860B20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DDF65C5" w14:textId="77777777" w:rsidTr="00860B20">
        <w:trPr>
          <w:trHeight w:val="397"/>
        </w:trPr>
        <w:tc>
          <w:tcPr>
            <w:tcW w:w="2359" w:type="pct"/>
          </w:tcPr>
          <w:p w14:paraId="3AB7A0C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1A04E0F" w14:textId="3ABC745A" w:rsidR="0085747A" w:rsidRPr="009C54AE" w:rsidRDefault="00860B20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502BF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B407E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9A14E2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38FED85B" w14:textId="77777777" w:rsidTr="41F2F6C2">
        <w:trPr>
          <w:trHeight w:val="397"/>
        </w:trPr>
        <w:tc>
          <w:tcPr>
            <w:tcW w:w="5000" w:type="pct"/>
          </w:tcPr>
          <w:p w14:paraId="5C408224" w14:textId="77777777" w:rsidR="0085747A" w:rsidRPr="00860B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1CD7399" w14:textId="77777777" w:rsidR="00E65D7D" w:rsidRPr="00860B20" w:rsidRDefault="00E65D7D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 xml:space="preserve">1. Gurgul H., Suder M., </w:t>
            </w:r>
            <w:r w:rsidRPr="00860B20">
              <w:rPr>
                <w:rFonts w:ascii="Corbel" w:hAnsi="Corbel"/>
                <w:i/>
                <w:sz w:val="24"/>
                <w:szCs w:val="24"/>
              </w:rPr>
              <w:t>Matematyka dla kierunków ekonomicznych</w:t>
            </w:r>
            <w:r w:rsidRPr="00860B20">
              <w:rPr>
                <w:rFonts w:ascii="Corbel" w:hAnsi="Corbel"/>
                <w:sz w:val="24"/>
                <w:szCs w:val="24"/>
              </w:rPr>
              <w:t>,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 xml:space="preserve"> wyd. 7,</w:t>
            </w:r>
            <w:r w:rsidRPr="00860B20">
              <w:rPr>
                <w:rFonts w:ascii="Corbel" w:hAnsi="Corbel"/>
                <w:sz w:val="24"/>
                <w:szCs w:val="24"/>
              </w:rPr>
              <w:t xml:space="preserve"> 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>Wydawnictwo Nieoczywiste</w:t>
            </w:r>
            <w:r w:rsidRPr="00860B20">
              <w:rPr>
                <w:rFonts w:ascii="Corbel" w:hAnsi="Corbel"/>
                <w:sz w:val="24"/>
                <w:szCs w:val="24"/>
              </w:rPr>
              <w:t>, Warszawa 20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>20</w:t>
            </w:r>
            <w:r w:rsidRPr="00860B20">
              <w:rPr>
                <w:rFonts w:ascii="Corbel" w:hAnsi="Corbel"/>
                <w:sz w:val="24"/>
                <w:szCs w:val="24"/>
              </w:rPr>
              <w:t>.</w:t>
            </w:r>
          </w:p>
          <w:p w14:paraId="31D88A3A" w14:textId="77777777" w:rsidR="00AB431E" w:rsidRPr="00860B20" w:rsidRDefault="00AB431E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>2. Gawinecki J.,</w:t>
            </w:r>
            <w:r w:rsidRPr="00860B20">
              <w:rPr>
                <w:rFonts w:ascii="Corbel" w:hAnsi="Corbel"/>
                <w:i/>
                <w:sz w:val="24"/>
                <w:szCs w:val="24"/>
              </w:rPr>
              <w:t xml:space="preserve"> Matematyka dla ekonomistów</w:t>
            </w:r>
            <w:r w:rsidRPr="00860B20">
              <w:rPr>
                <w:rFonts w:ascii="Corbel" w:hAnsi="Corbel"/>
                <w:sz w:val="24"/>
                <w:szCs w:val="24"/>
              </w:rPr>
              <w:t>, Ucz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>elnia Łazarskiego, Warszawa 2017</w:t>
            </w:r>
          </w:p>
          <w:p w14:paraId="5B3B9E26" w14:textId="77777777" w:rsidR="00E65D7D" w:rsidRPr="00860B20" w:rsidRDefault="00AB431E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>3</w:t>
            </w:r>
            <w:r w:rsidR="00E65D7D" w:rsidRPr="00860B20">
              <w:rPr>
                <w:rFonts w:ascii="Corbel" w:hAnsi="Corbel"/>
                <w:sz w:val="24"/>
                <w:szCs w:val="24"/>
              </w:rPr>
              <w:t xml:space="preserve">. Anholcer M., </w:t>
            </w:r>
            <w:r w:rsidR="00E65D7D" w:rsidRPr="00860B20">
              <w:rPr>
                <w:rFonts w:ascii="Corbel" w:hAnsi="Corbel"/>
                <w:i/>
                <w:sz w:val="24"/>
                <w:szCs w:val="24"/>
              </w:rPr>
              <w:t xml:space="preserve">Matematyka w ekonomii i zarządzaniu w przykładach </w:t>
            </w:r>
            <w:r w:rsidR="00E65D7D" w:rsidRPr="00860B20">
              <w:rPr>
                <w:rFonts w:ascii="Corbel" w:hAnsi="Corbel"/>
                <w:i/>
                <w:sz w:val="24"/>
                <w:szCs w:val="24"/>
              </w:rPr>
              <w:br/>
              <w:t>i zadaniach</w:t>
            </w:r>
            <w:r w:rsidR="00E65D7D" w:rsidRPr="00860B20">
              <w:rPr>
                <w:rFonts w:ascii="Corbel" w:hAnsi="Corbel"/>
                <w:sz w:val="24"/>
                <w:szCs w:val="24"/>
              </w:rPr>
              <w:t>, Wydawnictwo Uniwersytetu Ekonomicznego, Poznań, 20</w:t>
            </w:r>
            <w:r w:rsidR="008619F7" w:rsidRPr="00860B20">
              <w:rPr>
                <w:rFonts w:ascii="Corbel" w:hAnsi="Corbel"/>
                <w:sz w:val="24"/>
                <w:szCs w:val="24"/>
              </w:rPr>
              <w:t>20</w:t>
            </w:r>
            <w:r w:rsidR="00E65D7D" w:rsidRPr="00860B20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192EF1CC" w14:textId="77777777" w:rsidR="00E65D7D" w:rsidRPr="00860B20" w:rsidRDefault="00AB431E" w:rsidP="00E65D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0B20">
              <w:rPr>
                <w:rFonts w:ascii="Corbel" w:hAnsi="Corbel"/>
                <w:b w:val="0"/>
                <w:szCs w:val="24"/>
              </w:rPr>
              <w:t>4</w:t>
            </w:r>
            <w:r w:rsidR="00E65D7D" w:rsidRPr="00860B20">
              <w:rPr>
                <w:rFonts w:ascii="Corbel" w:hAnsi="Corbel"/>
                <w:b w:val="0"/>
                <w:szCs w:val="24"/>
              </w:rPr>
              <w:t xml:space="preserve">. </w:t>
            </w:r>
            <w:r w:rsidR="00E65D7D" w:rsidRPr="00860B20">
              <w:rPr>
                <w:rFonts w:ascii="Corbel" w:hAnsi="Corbel"/>
                <w:b w:val="0"/>
                <w:smallCaps w:val="0"/>
                <w:szCs w:val="24"/>
              </w:rPr>
              <w:t>Matołka M</w:t>
            </w:r>
            <w:r w:rsidR="00E65D7D" w:rsidRPr="00860B20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., Matematyka dla ekonomistów, </w:t>
            </w:r>
            <w:r w:rsidR="00E65D7D" w:rsidRPr="00860B20">
              <w:rPr>
                <w:rFonts w:ascii="Corbel" w:hAnsi="Corbel"/>
                <w:b w:val="0"/>
                <w:smallCaps w:val="0"/>
                <w:szCs w:val="24"/>
              </w:rPr>
              <w:t>Wydawnictwo Uniwersytetu Ekonomicznego w Poznaniu, Poznań 2011</w:t>
            </w:r>
            <w:r w:rsidR="00E65D7D" w:rsidRPr="00860B20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747A" w:rsidRPr="00E65D7D" w14:paraId="2B41AEAE" w14:textId="77777777" w:rsidTr="41F2F6C2">
        <w:trPr>
          <w:trHeight w:val="397"/>
        </w:trPr>
        <w:tc>
          <w:tcPr>
            <w:tcW w:w="5000" w:type="pct"/>
          </w:tcPr>
          <w:p w14:paraId="23BEEC35" w14:textId="77777777" w:rsidR="0085747A" w:rsidRPr="00860B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E787C3A" w14:textId="25F5C080" w:rsidR="00E65D7D" w:rsidRPr="00860B20" w:rsidRDefault="00E65D7D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1A146BD">
              <w:rPr>
                <w:rFonts w:ascii="Corbel" w:hAnsi="Corbel"/>
                <w:sz w:val="24"/>
                <w:szCs w:val="24"/>
              </w:rPr>
              <w:t xml:space="preserve">1. Krysicki W., Włodarski L., </w:t>
            </w:r>
            <w:r w:rsidRPr="51A146BD">
              <w:rPr>
                <w:rFonts w:ascii="Corbel" w:hAnsi="Corbel"/>
                <w:i/>
                <w:iCs/>
                <w:sz w:val="24"/>
                <w:szCs w:val="24"/>
              </w:rPr>
              <w:t>Analiza matematyczna w zadaniach</w:t>
            </w:r>
            <w:r w:rsidRPr="51A146BD">
              <w:rPr>
                <w:rFonts w:ascii="Corbel" w:hAnsi="Corbel"/>
                <w:sz w:val="24"/>
                <w:szCs w:val="24"/>
              </w:rPr>
              <w:t xml:space="preserve">, część </w:t>
            </w:r>
            <w:r w:rsidR="00AB431E" w:rsidRPr="51A146BD">
              <w:rPr>
                <w:rFonts w:ascii="Corbel" w:hAnsi="Corbel"/>
                <w:sz w:val="24"/>
                <w:szCs w:val="24"/>
              </w:rPr>
              <w:t>I,</w:t>
            </w:r>
            <w:r w:rsidR="1983C7D3" w:rsidRPr="51A146BD">
              <w:rPr>
                <w:rFonts w:ascii="Corbel" w:hAnsi="Corbel"/>
                <w:sz w:val="24"/>
                <w:szCs w:val="24"/>
              </w:rPr>
              <w:t xml:space="preserve"> </w:t>
            </w:r>
            <w:r w:rsidRPr="51A146BD">
              <w:rPr>
                <w:rFonts w:ascii="Corbel" w:hAnsi="Corbel"/>
                <w:sz w:val="24"/>
                <w:szCs w:val="24"/>
              </w:rPr>
              <w:t>II, Wydawn</w:t>
            </w:r>
            <w:r w:rsidR="00CB6055" w:rsidRPr="51A146BD">
              <w:rPr>
                <w:rFonts w:ascii="Corbel" w:hAnsi="Corbel"/>
                <w:sz w:val="24"/>
                <w:szCs w:val="24"/>
              </w:rPr>
              <w:t>ictwo Naukowe PWN, Warszawa 2019</w:t>
            </w:r>
            <w:r w:rsidRPr="51A146BD">
              <w:rPr>
                <w:rFonts w:ascii="Corbel" w:hAnsi="Corbel"/>
                <w:sz w:val="24"/>
                <w:szCs w:val="24"/>
              </w:rPr>
              <w:t>.</w:t>
            </w:r>
          </w:p>
          <w:p w14:paraId="1F42A825" w14:textId="77777777" w:rsidR="00E65D7D" w:rsidRPr="00860B20" w:rsidRDefault="00E65D7D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 xml:space="preserve">2. Leitner R., </w:t>
            </w:r>
            <w:r w:rsidRPr="00860B20">
              <w:rPr>
                <w:rFonts w:ascii="Corbel" w:hAnsi="Corbel"/>
                <w:i/>
                <w:sz w:val="24"/>
                <w:szCs w:val="24"/>
              </w:rPr>
              <w:t>Zarys matematyki wyższej dla studentów</w:t>
            </w:r>
            <w:r w:rsidRPr="00860B20">
              <w:rPr>
                <w:rFonts w:ascii="Corbel" w:hAnsi="Corbel"/>
                <w:sz w:val="24"/>
                <w:szCs w:val="24"/>
              </w:rPr>
              <w:t>, część</w:t>
            </w:r>
            <w:r w:rsidR="00AB431E" w:rsidRPr="00860B20">
              <w:rPr>
                <w:rFonts w:ascii="Corbel" w:hAnsi="Corbel"/>
                <w:sz w:val="24"/>
                <w:szCs w:val="24"/>
              </w:rPr>
              <w:t xml:space="preserve"> I,</w:t>
            </w:r>
            <w:r w:rsidRPr="00860B20">
              <w:rPr>
                <w:rFonts w:ascii="Corbel" w:hAnsi="Corbel"/>
                <w:sz w:val="24"/>
                <w:szCs w:val="24"/>
              </w:rPr>
              <w:t xml:space="preserve"> II, Wydawnictwo Naukow</w:t>
            </w:r>
            <w:r w:rsidR="00AB431E" w:rsidRPr="00860B20">
              <w:rPr>
                <w:rFonts w:ascii="Corbel" w:hAnsi="Corbel"/>
                <w:sz w:val="24"/>
                <w:szCs w:val="24"/>
              </w:rPr>
              <w:t>e PWN, Warszawa, 2016</w:t>
            </w:r>
            <w:r w:rsidRPr="00860B20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5B395CA5" w14:textId="77777777" w:rsidR="00E65D7D" w:rsidRPr="00860B20" w:rsidRDefault="00E65D7D" w:rsidP="00E65D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zCs w:val="24"/>
              </w:rPr>
              <w:t xml:space="preserve">3. </w:t>
            </w:r>
            <w:r w:rsidRPr="00860B20">
              <w:rPr>
                <w:rFonts w:ascii="Corbel" w:hAnsi="Corbel"/>
                <w:b w:val="0"/>
                <w:smallCaps w:val="0"/>
                <w:szCs w:val="24"/>
              </w:rPr>
              <w:t>Leitner R</w:t>
            </w:r>
            <w:r w:rsidR="00AB431E" w:rsidRPr="00860B20">
              <w:rPr>
                <w:rFonts w:ascii="Corbel" w:hAnsi="Corbel"/>
                <w:b w:val="0"/>
                <w:smallCaps w:val="0"/>
                <w:szCs w:val="24"/>
              </w:rPr>
              <w:t>., Matuszewski W., Rojek Z</w:t>
            </w:r>
            <w:r w:rsidRPr="00860B20">
              <w:rPr>
                <w:rFonts w:ascii="Corbel" w:hAnsi="Corbel"/>
                <w:b w:val="0"/>
                <w:smallCaps w:val="0"/>
                <w:szCs w:val="24"/>
              </w:rPr>
              <w:t>.,</w:t>
            </w:r>
            <w:r w:rsidRPr="00860B20">
              <w:rPr>
                <w:rFonts w:ascii="Corbel" w:hAnsi="Corbel"/>
                <w:b w:val="0"/>
                <w:szCs w:val="24"/>
              </w:rPr>
              <w:t xml:space="preserve"> </w:t>
            </w:r>
            <w:r w:rsidRPr="00860B20">
              <w:rPr>
                <w:rFonts w:ascii="Corbel" w:hAnsi="Corbel"/>
                <w:b w:val="0"/>
                <w:i/>
                <w:smallCaps w:val="0"/>
                <w:szCs w:val="24"/>
              </w:rPr>
              <w:t>Zadania z matematyki wyższej, część I, II</w:t>
            </w:r>
            <w:r w:rsidRPr="00860B20">
              <w:rPr>
                <w:rFonts w:ascii="Corbel" w:hAnsi="Corbel"/>
                <w:b w:val="0"/>
                <w:smallCaps w:val="0"/>
                <w:szCs w:val="24"/>
              </w:rPr>
              <w:t>, Wydawnictwo Naukowo-Techniczne, Warszawa 2003.</w:t>
            </w:r>
          </w:p>
          <w:p w14:paraId="3FDC883D" w14:textId="14885BCA" w:rsidR="00AB431E" w:rsidRPr="00860B20" w:rsidRDefault="00AB431E" w:rsidP="51A146B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</w:pPr>
            <w:r w:rsidRPr="51A146BD">
              <w:rPr>
                <w:rFonts w:ascii="Corbel" w:hAnsi="Corbel"/>
                <w:b w:val="0"/>
                <w:smallCaps w:val="0"/>
              </w:rPr>
              <w:t xml:space="preserve">4. Szpila A., </w:t>
            </w:r>
            <w:r w:rsidRPr="51A146BD">
              <w:rPr>
                <w:rFonts w:ascii="Corbel" w:hAnsi="Corbel"/>
                <w:b w:val="0"/>
                <w:i/>
                <w:iCs/>
                <w:smallCaps w:val="0"/>
              </w:rPr>
              <w:t>Matematyka</w:t>
            </w:r>
            <w:r w:rsidRPr="51A146BD">
              <w:rPr>
                <w:rFonts w:ascii="Corbel" w:hAnsi="Corbel"/>
                <w:b w:val="0"/>
                <w:smallCaps w:val="0"/>
              </w:rPr>
              <w:t>, Wydawnictwo Uniwersytetu Rzeszowskiego, Rzeszów 2013</w:t>
            </w:r>
          </w:p>
          <w:p w14:paraId="42A4118A" w14:textId="40E636D2" w:rsidR="00AB431E" w:rsidRPr="00860B20" w:rsidRDefault="5F6763FD" w:rsidP="41F2F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1F2F6C2">
              <w:rPr>
                <w:rFonts w:ascii="Corbel" w:hAnsi="Corbel"/>
                <w:b w:val="0"/>
                <w:smallCaps w:val="0"/>
              </w:rPr>
              <w:t>5. Fura B., Fura M.,  Optimization</w:t>
            </w:r>
            <w:r w:rsidR="70DC3C2E" w:rsidRPr="41F2F6C2">
              <w:rPr>
                <w:rFonts w:ascii="Corbel" w:hAnsi="Corbel"/>
                <w:b w:val="0"/>
                <w:smallCaps w:val="0"/>
              </w:rPr>
              <w:t xml:space="preserve"> of consumer preferences – an example, </w:t>
            </w:r>
            <w:r w:rsidR="70DC3C2E" w:rsidRPr="41F2F6C2">
              <w:rPr>
                <w:rFonts w:ascii="Corbel" w:hAnsi="Corbel"/>
                <w:b w:val="0"/>
                <w:i/>
                <w:iCs/>
                <w:smallCaps w:val="0"/>
              </w:rPr>
              <w:t>Didactics of Mathematics</w:t>
            </w:r>
            <w:r w:rsidR="70DC3C2E" w:rsidRPr="41F2F6C2">
              <w:rPr>
                <w:rFonts w:ascii="Corbel" w:hAnsi="Corbel"/>
                <w:b w:val="0"/>
                <w:smallCaps w:val="0"/>
              </w:rPr>
              <w:t xml:space="preserve">, </w:t>
            </w:r>
            <w:r w:rsidR="4F27C9C2" w:rsidRPr="41F2F6C2">
              <w:rPr>
                <w:rFonts w:ascii="Corbel" w:hAnsi="Corbel"/>
                <w:b w:val="0"/>
                <w:smallCaps w:val="0"/>
              </w:rPr>
              <w:t xml:space="preserve">2015 </w:t>
            </w:r>
            <w:r w:rsidR="70DC3C2E" w:rsidRPr="41F2F6C2">
              <w:rPr>
                <w:rFonts w:ascii="Corbel" w:hAnsi="Corbel"/>
                <w:b w:val="0"/>
                <w:smallCaps w:val="0"/>
              </w:rPr>
              <w:t>nr 12</w:t>
            </w:r>
            <w:r w:rsidR="14102C3B" w:rsidRPr="41F2F6C2">
              <w:rPr>
                <w:rFonts w:ascii="Corbel" w:hAnsi="Corbel"/>
                <w:b w:val="0"/>
                <w:smallCaps w:val="0"/>
              </w:rPr>
              <w:t xml:space="preserve">(16), s. 61–68. </w:t>
            </w:r>
          </w:p>
        </w:tc>
      </w:tr>
    </w:tbl>
    <w:p w14:paraId="11D710F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B3BA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08FB6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7548BE" w14:textId="77777777" w:rsidR="005149F1" w:rsidRDefault="005149F1" w:rsidP="00C16ABF">
      <w:pPr>
        <w:spacing w:after="0" w:line="240" w:lineRule="auto"/>
      </w:pPr>
      <w:r>
        <w:separator/>
      </w:r>
    </w:p>
  </w:endnote>
  <w:endnote w:type="continuationSeparator" w:id="0">
    <w:p w14:paraId="2B4405D7" w14:textId="77777777" w:rsidR="005149F1" w:rsidRDefault="005149F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FA13433" w14:paraId="6BDB7B6E" w14:textId="77777777" w:rsidTr="7FA13433">
      <w:tc>
        <w:tcPr>
          <w:tcW w:w="3210" w:type="dxa"/>
        </w:tcPr>
        <w:p w14:paraId="7516E81F" w14:textId="443C13B6" w:rsidR="7FA13433" w:rsidRDefault="7FA13433" w:rsidP="7FA13433">
          <w:pPr>
            <w:pStyle w:val="Nagwek"/>
            <w:ind w:left="-115"/>
          </w:pPr>
        </w:p>
      </w:tc>
      <w:tc>
        <w:tcPr>
          <w:tcW w:w="3210" w:type="dxa"/>
        </w:tcPr>
        <w:p w14:paraId="5348C4D0" w14:textId="342F0130" w:rsidR="7FA13433" w:rsidRDefault="7FA13433" w:rsidP="7FA13433">
          <w:pPr>
            <w:pStyle w:val="Nagwek"/>
            <w:jc w:val="center"/>
          </w:pPr>
        </w:p>
      </w:tc>
      <w:tc>
        <w:tcPr>
          <w:tcW w:w="3210" w:type="dxa"/>
        </w:tcPr>
        <w:p w14:paraId="1159CD62" w14:textId="627DC0CE" w:rsidR="7FA13433" w:rsidRDefault="7FA13433" w:rsidP="7FA13433">
          <w:pPr>
            <w:pStyle w:val="Nagwek"/>
            <w:ind w:right="-115"/>
            <w:jc w:val="right"/>
          </w:pPr>
        </w:p>
      </w:tc>
    </w:tr>
  </w:tbl>
  <w:p w14:paraId="2E282993" w14:textId="47E895D9" w:rsidR="7FA13433" w:rsidRDefault="7FA13433" w:rsidP="7FA134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DC5686" w14:textId="77777777" w:rsidR="005149F1" w:rsidRDefault="005149F1" w:rsidP="00C16ABF">
      <w:pPr>
        <w:spacing w:after="0" w:line="240" w:lineRule="auto"/>
      </w:pPr>
      <w:r>
        <w:separator/>
      </w:r>
    </w:p>
  </w:footnote>
  <w:footnote w:type="continuationSeparator" w:id="0">
    <w:p w14:paraId="4FEDF933" w14:textId="77777777" w:rsidR="005149F1" w:rsidRDefault="005149F1" w:rsidP="00C16ABF">
      <w:pPr>
        <w:spacing w:after="0" w:line="240" w:lineRule="auto"/>
      </w:pPr>
      <w:r>
        <w:continuationSeparator/>
      </w:r>
    </w:p>
  </w:footnote>
  <w:footnote w:id="1">
    <w:p w14:paraId="59660C6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FA13433" w14:paraId="0DE0C938" w14:textId="77777777" w:rsidTr="7FA13433">
      <w:tc>
        <w:tcPr>
          <w:tcW w:w="3210" w:type="dxa"/>
        </w:tcPr>
        <w:p w14:paraId="0CC6ACD1" w14:textId="675FD0CD" w:rsidR="7FA13433" w:rsidRDefault="7FA13433" w:rsidP="7FA13433">
          <w:pPr>
            <w:pStyle w:val="Nagwek"/>
            <w:ind w:left="-115"/>
          </w:pPr>
        </w:p>
      </w:tc>
      <w:tc>
        <w:tcPr>
          <w:tcW w:w="3210" w:type="dxa"/>
        </w:tcPr>
        <w:p w14:paraId="4374A3CB" w14:textId="7FE971FB" w:rsidR="7FA13433" w:rsidRDefault="7FA13433" w:rsidP="7FA13433">
          <w:pPr>
            <w:pStyle w:val="Nagwek"/>
            <w:jc w:val="center"/>
          </w:pPr>
        </w:p>
      </w:tc>
      <w:tc>
        <w:tcPr>
          <w:tcW w:w="3210" w:type="dxa"/>
        </w:tcPr>
        <w:p w14:paraId="4EF2DA7A" w14:textId="61B82B46" w:rsidR="7FA13433" w:rsidRDefault="7FA13433" w:rsidP="7FA13433">
          <w:pPr>
            <w:pStyle w:val="Nagwek"/>
            <w:ind w:right="-115"/>
            <w:jc w:val="right"/>
          </w:pPr>
        </w:p>
      </w:tc>
    </w:tr>
  </w:tbl>
  <w:p w14:paraId="2D229662" w14:textId="4D994B39" w:rsidR="7FA13433" w:rsidRDefault="7FA13433" w:rsidP="7FA134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9E79B5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9DE"/>
    <w:rsid w:val="00124BFF"/>
    <w:rsid w:val="0012560E"/>
    <w:rsid w:val="00127108"/>
    <w:rsid w:val="00134B13"/>
    <w:rsid w:val="00146BC0"/>
    <w:rsid w:val="0015355B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3D40"/>
    <w:rsid w:val="001D657B"/>
    <w:rsid w:val="001D7B54"/>
    <w:rsid w:val="001E0209"/>
    <w:rsid w:val="001F2CA2"/>
    <w:rsid w:val="001F3DE4"/>
    <w:rsid w:val="002144C0"/>
    <w:rsid w:val="00215FA7"/>
    <w:rsid w:val="0022477D"/>
    <w:rsid w:val="002278A9"/>
    <w:rsid w:val="002336F9"/>
    <w:rsid w:val="0024028F"/>
    <w:rsid w:val="00244ABC"/>
    <w:rsid w:val="00271A8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42C"/>
    <w:rsid w:val="002E5839"/>
    <w:rsid w:val="002F02A3"/>
    <w:rsid w:val="002F4ABE"/>
    <w:rsid w:val="003018BA"/>
    <w:rsid w:val="0030395F"/>
    <w:rsid w:val="00305C92"/>
    <w:rsid w:val="003151C5"/>
    <w:rsid w:val="003343CF"/>
    <w:rsid w:val="0033DCC0"/>
    <w:rsid w:val="00346FE9"/>
    <w:rsid w:val="0034759A"/>
    <w:rsid w:val="003503F6"/>
    <w:rsid w:val="003530DD"/>
    <w:rsid w:val="00363F78"/>
    <w:rsid w:val="003827C6"/>
    <w:rsid w:val="003A0A5B"/>
    <w:rsid w:val="003A1176"/>
    <w:rsid w:val="003C0459"/>
    <w:rsid w:val="003C0BAE"/>
    <w:rsid w:val="003D18A9"/>
    <w:rsid w:val="003D6CE2"/>
    <w:rsid w:val="003E1941"/>
    <w:rsid w:val="003E2FE6"/>
    <w:rsid w:val="003E49D5"/>
    <w:rsid w:val="003F205D"/>
    <w:rsid w:val="003F38C0"/>
    <w:rsid w:val="003F47D1"/>
    <w:rsid w:val="003F52A1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49F1"/>
    <w:rsid w:val="00517C63"/>
    <w:rsid w:val="00527705"/>
    <w:rsid w:val="005363C4"/>
    <w:rsid w:val="00536BDE"/>
    <w:rsid w:val="00543ACC"/>
    <w:rsid w:val="0056696D"/>
    <w:rsid w:val="0057149B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7AE2"/>
    <w:rsid w:val="0061029B"/>
    <w:rsid w:val="00617230"/>
    <w:rsid w:val="00621CE1"/>
    <w:rsid w:val="00627FC9"/>
    <w:rsid w:val="00647FA8"/>
    <w:rsid w:val="00650C5F"/>
    <w:rsid w:val="00654934"/>
    <w:rsid w:val="00661FC7"/>
    <w:rsid w:val="006620D9"/>
    <w:rsid w:val="00671958"/>
    <w:rsid w:val="00675843"/>
    <w:rsid w:val="00696477"/>
    <w:rsid w:val="006D050F"/>
    <w:rsid w:val="006D6139"/>
    <w:rsid w:val="006E5D65"/>
    <w:rsid w:val="006E7323"/>
    <w:rsid w:val="006F1282"/>
    <w:rsid w:val="006F1FBC"/>
    <w:rsid w:val="006F2B1A"/>
    <w:rsid w:val="006F31E2"/>
    <w:rsid w:val="00706544"/>
    <w:rsid w:val="007072BA"/>
    <w:rsid w:val="007135B0"/>
    <w:rsid w:val="0071620A"/>
    <w:rsid w:val="00724677"/>
    <w:rsid w:val="00725459"/>
    <w:rsid w:val="007327BD"/>
    <w:rsid w:val="00734608"/>
    <w:rsid w:val="00741DEB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3EBF"/>
    <w:rsid w:val="008449B3"/>
    <w:rsid w:val="008552A2"/>
    <w:rsid w:val="0085747A"/>
    <w:rsid w:val="00860B20"/>
    <w:rsid w:val="008619F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58EC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31E"/>
    <w:rsid w:val="00AD1146"/>
    <w:rsid w:val="00AD27D3"/>
    <w:rsid w:val="00AD4CEA"/>
    <w:rsid w:val="00AD5E76"/>
    <w:rsid w:val="00AD66D6"/>
    <w:rsid w:val="00AE1160"/>
    <w:rsid w:val="00AE203C"/>
    <w:rsid w:val="00AE2E74"/>
    <w:rsid w:val="00AE5FCB"/>
    <w:rsid w:val="00AF2C1E"/>
    <w:rsid w:val="00B06142"/>
    <w:rsid w:val="00B135B1"/>
    <w:rsid w:val="00B21E34"/>
    <w:rsid w:val="00B3130B"/>
    <w:rsid w:val="00B40ADB"/>
    <w:rsid w:val="00B43B77"/>
    <w:rsid w:val="00B43E80"/>
    <w:rsid w:val="00B570F1"/>
    <w:rsid w:val="00B607DB"/>
    <w:rsid w:val="00B66529"/>
    <w:rsid w:val="00B75946"/>
    <w:rsid w:val="00B8056E"/>
    <w:rsid w:val="00B819C8"/>
    <w:rsid w:val="00B82308"/>
    <w:rsid w:val="00B90885"/>
    <w:rsid w:val="00BB4B27"/>
    <w:rsid w:val="00BB520A"/>
    <w:rsid w:val="00BC797F"/>
    <w:rsid w:val="00BD3869"/>
    <w:rsid w:val="00BD625B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3699"/>
    <w:rsid w:val="00CA5089"/>
    <w:rsid w:val="00CA56E5"/>
    <w:rsid w:val="00CA6F56"/>
    <w:rsid w:val="00CB6055"/>
    <w:rsid w:val="00CD6897"/>
    <w:rsid w:val="00CE5BAC"/>
    <w:rsid w:val="00CF25BE"/>
    <w:rsid w:val="00CF78ED"/>
    <w:rsid w:val="00D02B25"/>
    <w:rsid w:val="00D02EBA"/>
    <w:rsid w:val="00D17C3C"/>
    <w:rsid w:val="00D20620"/>
    <w:rsid w:val="00D26B2C"/>
    <w:rsid w:val="00D352C9"/>
    <w:rsid w:val="00D425B2"/>
    <w:rsid w:val="00D428D6"/>
    <w:rsid w:val="00D42998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7E73"/>
    <w:rsid w:val="00E129B8"/>
    <w:rsid w:val="00E21E7D"/>
    <w:rsid w:val="00E22FBC"/>
    <w:rsid w:val="00E24BF5"/>
    <w:rsid w:val="00E25338"/>
    <w:rsid w:val="00E51E44"/>
    <w:rsid w:val="00E63348"/>
    <w:rsid w:val="00E65D7D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4FFD"/>
    <w:rsid w:val="00ED03AB"/>
    <w:rsid w:val="00ED32D2"/>
    <w:rsid w:val="00ED7800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4C5214"/>
    <w:rsid w:val="02806B45"/>
    <w:rsid w:val="08B2FE48"/>
    <w:rsid w:val="0A43A89F"/>
    <w:rsid w:val="0AF52646"/>
    <w:rsid w:val="0C69AE1A"/>
    <w:rsid w:val="0E338C81"/>
    <w:rsid w:val="0EF1F828"/>
    <w:rsid w:val="0F1719C2"/>
    <w:rsid w:val="0F6C4E1D"/>
    <w:rsid w:val="10A45B2D"/>
    <w:rsid w:val="11111AC5"/>
    <w:rsid w:val="12417029"/>
    <w:rsid w:val="12BDD7AE"/>
    <w:rsid w:val="14102C3B"/>
    <w:rsid w:val="14313D19"/>
    <w:rsid w:val="1537052C"/>
    <w:rsid w:val="15968604"/>
    <w:rsid w:val="15BCD8EA"/>
    <w:rsid w:val="1670FBA7"/>
    <w:rsid w:val="16C93615"/>
    <w:rsid w:val="17AC7C56"/>
    <w:rsid w:val="17DDC7A4"/>
    <w:rsid w:val="1983C7D3"/>
    <w:rsid w:val="19B1BEFB"/>
    <w:rsid w:val="19B782C9"/>
    <w:rsid w:val="1C094DD4"/>
    <w:rsid w:val="1C4B9197"/>
    <w:rsid w:val="1D36661E"/>
    <w:rsid w:val="1D41EAEA"/>
    <w:rsid w:val="1E031E28"/>
    <w:rsid w:val="1E309148"/>
    <w:rsid w:val="1ECD61C9"/>
    <w:rsid w:val="1F3E6379"/>
    <w:rsid w:val="1FEDBD40"/>
    <w:rsid w:val="201A36DD"/>
    <w:rsid w:val="21D19181"/>
    <w:rsid w:val="2358A141"/>
    <w:rsid w:val="25145FAA"/>
    <w:rsid w:val="2604296F"/>
    <w:rsid w:val="27C2D096"/>
    <w:rsid w:val="2B4A8AC9"/>
    <w:rsid w:val="2BED3B62"/>
    <w:rsid w:val="2C970510"/>
    <w:rsid w:val="2D2FC18B"/>
    <w:rsid w:val="2EC744B4"/>
    <w:rsid w:val="2F660076"/>
    <w:rsid w:val="2FB3F548"/>
    <w:rsid w:val="301DFBEC"/>
    <w:rsid w:val="306E620E"/>
    <w:rsid w:val="32190D99"/>
    <w:rsid w:val="3276E41E"/>
    <w:rsid w:val="32DB783E"/>
    <w:rsid w:val="332D088D"/>
    <w:rsid w:val="359FC82C"/>
    <w:rsid w:val="36131900"/>
    <w:rsid w:val="372AB654"/>
    <w:rsid w:val="3AAB56CA"/>
    <w:rsid w:val="3B3437E6"/>
    <w:rsid w:val="3B60A0DE"/>
    <w:rsid w:val="3CD64F38"/>
    <w:rsid w:val="3EA03CDB"/>
    <w:rsid w:val="404D2793"/>
    <w:rsid w:val="41D8C139"/>
    <w:rsid w:val="41F2F6C2"/>
    <w:rsid w:val="423E3363"/>
    <w:rsid w:val="427A8E36"/>
    <w:rsid w:val="42F19C08"/>
    <w:rsid w:val="45D1ECB7"/>
    <w:rsid w:val="467D241D"/>
    <w:rsid w:val="4776B88E"/>
    <w:rsid w:val="49BC7CCA"/>
    <w:rsid w:val="4A3B7822"/>
    <w:rsid w:val="4AFEB0F9"/>
    <w:rsid w:val="4D5D713E"/>
    <w:rsid w:val="4E8FEDED"/>
    <w:rsid w:val="4EC473A7"/>
    <w:rsid w:val="4ED4DA67"/>
    <w:rsid w:val="4EDF0C69"/>
    <w:rsid w:val="4F27C9C2"/>
    <w:rsid w:val="4FD8B121"/>
    <w:rsid w:val="502BBE4E"/>
    <w:rsid w:val="5042024F"/>
    <w:rsid w:val="51A146BD"/>
    <w:rsid w:val="52FAB17C"/>
    <w:rsid w:val="539765BF"/>
    <w:rsid w:val="5420B1DB"/>
    <w:rsid w:val="550A40AF"/>
    <w:rsid w:val="557E2AC9"/>
    <w:rsid w:val="557E7DE9"/>
    <w:rsid w:val="55B31B27"/>
    <w:rsid w:val="56E44DC0"/>
    <w:rsid w:val="58836502"/>
    <w:rsid w:val="5A9563EB"/>
    <w:rsid w:val="5AD3ADE2"/>
    <w:rsid w:val="5B5F821C"/>
    <w:rsid w:val="5BDB4B4F"/>
    <w:rsid w:val="5BE98469"/>
    <w:rsid w:val="5C63E705"/>
    <w:rsid w:val="5C818534"/>
    <w:rsid w:val="5E254678"/>
    <w:rsid w:val="5F250D0F"/>
    <w:rsid w:val="5F6763FD"/>
    <w:rsid w:val="5F8DF6A8"/>
    <w:rsid w:val="60789825"/>
    <w:rsid w:val="61CCD899"/>
    <w:rsid w:val="62649B57"/>
    <w:rsid w:val="649541C2"/>
    <w:rsid w:val="64F81750"/>
    <w:rsid w:val="659C3C19"/>
    <w:rsid w:val="67149FBD"/>
    <w:rsid w:val="68085888"/>
    <w:rsid w:val="690146A1"/>
    <w:rsid w:val="69AC7AE4"/>
    <w:rsid w:val="6C5FEF76"/>
    <w:rsid w:val="6D80AE32"/>
    <w:rsid w:val="6DA74DFE"/>
    <w:rsid w:val="6F6B2A2E"/>
    <w:rsid w:val="6FD1B15A"/>
    <w:rsid w:val="70620A8F"/>
    <w:rsid w:val="70DC3C2E"/>
    <w:rsid w:val="70FE3A71"/>
    <w:rsid w:val="71B70AFE"/>
    <w:rsid w:val="7435BBD8"/>
    <w:rsid w:val="747D05DF"/>
    <w:rsid w:val="74AD5E4A"/>
    <w:rsid w:val="763618A7"/>
    <w:rsid w:val="78126CA1"/>
    <w:rsid w:val="790DA161"/>
    <w:rsid w:val="7A381118"/>
    <w:rsid w:val="7A6574D6"/>
    <w:rsid w:val="7B49BC4C"/>
    <w:rsid w:val="7C945D82"/>
    <w:rsid w:val="7DD70547"/>
    <w:rsid w:val="7E70D5EA"/>
    <w:rsid w:val="7F3EAFE2"/>
    <w:rsid w:val="7FA134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5AED8"/>
  <w15:docId w15:val="{46083382-C081-46AA-A7F0-6A164381B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F7A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F7AE2"/>
  </w:style>
  <w:style w:type="character" w:customStyle="1" w:styleId="spellingerror">
    <w:name w:val="spellingerror"/>
    <w:basedOn w:val="Domylnaczcionkaakapitu"/>
    <w:rsid w:val="005F7AE2"/>
  </w:style>
  <w:style w:type="character" w:customStyle="1" w:styleId="eop">
    <w:name w:val="eop"/>
    <w:basedOn w:val="Domylnaczcionkaakapitu"/>
    <w:rsid w:val="005F7A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93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3752CF-607D-44D6-A224-7D29CFD020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CF5138-5E2A-4BA0-8A93-1D7286782D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E76B19-DC2F-4A28-AEC1-C066FE187AB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067065E-B6A2-41EE-8B39-0E0E6F54EB2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1310</Words>
  <Characters>7863</Characters>
  <Application>Microsoft Office Word</Application>
  <DocSecurity>0</DocSecurity>
  <Lines>65</Lines>
  <Paragraphs>18</Paragraphs>
  <ScaleCrop>false</ScaleCrop>
  <Company>Hewlett-Packard Company</Company>
  <LinksUpToDate>false</LinksUpToDate>
  <CharactersWithSpaces>9155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Jadwiga Pawłowska-Mielech</cp:lastModifiedBy>
  <cp:revision>32</cp:revision>
  <cp:lastPrinted>2019-02-06T12:12:00Z</cp:lastPrinted>
  <dcterms:created xsi:type="dcterms:W3CDTF">2020-10-26T19:32:00Z</dcterms:created>
  <dcterms:modified xsi:type="dcterms:W3CDTF">2020-12-14T19:10:00Z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